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D3CDC4" w14:textId="15B8E7E6" w:rsidR="004D36D7" w:rsidRPr="00FD4A68" w:rsidRDefault="0038047F" w:rsidP="00C547A4">
      <w:pPr>
        <w:pStyle w:val="Title"/>
        <w:rPr>
          <w:rStyle w:val="LabTitleInstVersred"/>
          <w:b/>
          <w:color w:val="auto"/>
        </w:rPr>
      </w:pPr>
      <w:sdt>
        <w:sdtPr>
          <w:rPr>
            <w:b w:val="0"/>
            <w:color w:val="EE0000"/>
          </w:rPr>
          <w:alias w:val="Title"/>
          <w:tag w:val=""/>
          <w:id w:val="-487021785"/>
          <w:placeholder>
            <w:docPart w:val="AFED450C6156485FAE86D4E56A39A14C"/>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FD05AC">
            <w:t>Lab - Design and Implement a VLSM Addressing Scheme</w:t>
          </w:r>
        </w:sdtContent>
      </w:sdt>
      <w:r w:rsidR="004D36D7" w:rsidRPr="00FD4A68">
        <w:t xml:space="preserve"> </w:t>
      </w:r>
    </w:p>
    <w:p w14:paraId="6256F56B" w14:textId="77777777" w:rsidR="00C547A4" w:rsidRDefault="00C547A4" w:rsidP="00C547A4">
      <w:pPr>
        <w:pStyle w:val="Heading1"/>
      </w:pPr>
      <w:r>
        <w:t>Topology</w:t>
      </w:r>
    </w:p>
    <w:p w14:paraId="562E996D" w14:textId="38E9345F" w:rsidR="00763A80" w:rsidRDefault="00B66E95" w:rsidP="00C547A4">
      <w:pPr>
        <w:pStyle w:val="Visual"/>
      </w:pPr>
      <w:r>
        <w:rPr>
          <w:noProof/>
        </w:rPr>
        <w:drawing>
          <wp:inline distT="0" distB="0" distL="0" distR="0" wp14:anchorId="1A4D51B1" wp14:editId="605D68F1">
            <wp:extent cx="6570980" cy="1481955"/>
            <wp:effectExtent l="0" t="0" r="0" b="0"/>
            <wp:docPr id="7" name="Picture 7" descr="The topology has 2 switches and 2 routers. The switch S1 F0/5 is connected router BR1 G0/0/1. Router BR1 G0/0/0 is connected to router BR2 G0/0/0. Router BR2 G0/0/1 is connected to switch S2 F0/5.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81057" cy="1484228"/>
                    </a:xfrm>
                    <a:prstGeom prst="rect">
                      <a:avLst/>
                    </a:prstGeom>
                    <a:noFill/>
                  </pic:spPr>
                </pic:pic>
              </a:graphicData>
            </a:graphic>
          </wp:inline>
        </w:drawing>
      </w:r>
    </w:p>
    <w:p w14:paraId="777B33AF" w14:textId="77777777" w:rsidR="00C547A4" w:rsidRPr="00BB73FF" w:rsidRDefault="00C547A4" w:rsidP="00C547A4">
      <w:pPr>
        <w:pStyle w:val="Heading1"/>
      </w:pPr>
      <w:r w:rsidRPr="00BB73FF">
        <w:t>Objective</w:t>
      </w:r>
      <w:r>
        <w:t>s</w:t>
      </w:r>
    </w:p>
    <w:p w14:paraId="4C7ABCCE" w14:textId="77777777" w:rsidR="00C547A4" w:rsidRPr="004C0909" w:rsidRDefault="00C547A4" w:rsidP="00C547A4">
      <w:pPr>
        <w:pStyle w:val="BodyTextL25Bold"/>
      </w:pPr>
      <w:r>
        <w:t>Part 1: Examine Network Requirements</w:t>
      </w:r>
    </w:p>
    <w:p w14:paraId="1BAA0AF9" w14:textId="77777777" w:rsidR="00C547A4" w:rsidRDefault="00C547A4" w:rsidP="00C547A4">
      <w:pPr>
        <w:pStyle w:val="BodyTextL25Bold"/>
      </w:pPr>
      <w:r>
        <w:t>Part 2: Design the VLSM Address Scheme</w:t>
      </w:r>
    </w:p>
    <w:p w14:paraId="6573A7A7" w14:textId="77777777" w:rsidR="00C547A4" w:rsidRPr="004C0909" w:rsidRDefault="00C547A4" w:rsidP="00C547A4">
      <w:pPr>
        <w:pStyle w:val="BodyTextL25Bold"/>
      </w:pPr>
      <w:r>
        <w:t>Part 3: Cable and Configure the IPv4 Network</w:t>
      </w:r>
    </w:p>
    <w:p w14:paraId="20F3B086" w14:textId="77777777" w:rsidR="00C547A4" w:rsidRPr="00C07FD9" w:rsidRDefault="00C547A4" w:rsidP="00C547A4">
      <w:pPr>
        <w:pStyle w:val="Heading1"/>
      </w:pPr>
      <w:r>
        <w:t>Background / Scenario</w:t>
      </w:r>
    </w:p>
    <w:p w14:paraId="3FC7CC03" w14:textId="77777777" w:rsidR="00C547A4" w:rsidRDefault="00C547A4" w:rsidP="00C547A4">
      <w:pPr>
        <w:pStyle w:val="BodyTextL25"/>
      </w:pPr>
      <w:r>
        <w:t xml:space="preserve">Variable Length Subnet Mask (VLSM) was designed to avoid wasting IP addresses. With VLSM, a network is </w:t>
      </w:r>
      <w:proofErr w:type="spellStart"/>
      <w:r>
        <w:t>subnetted</w:t>
      </w:r>
      <w:proofErr w:type="spellEnd"/>
      <w:r>
        <w:t xml:space="preserve"> and then re-</w:t>
      </w:r>
      <w:proofErr w:type="spellStart"/>
      <w:r>
        <w:t>subnetted</w:t>
      </w:r>
      <w:proofErr w:type="spellEnd"/>
      <w:r>
        <w:t>. This process can be repeated multiple times to create subnets of various sizes based on the number of hosts required in each subnet. Effective use of VLSM requires address planning.</w:t>
      </w:r>
    </w:p>
    <w:p w14:paraId="6EEA65EE" w14:textId="77777777" w:rsidR="00C547A4" w:rsidRDefault="00C547A4" w:rsidP="00C547A4">
      <w:pPr>
        <w:pStyle w:val="BodyTextL25"/>
      </w:pPr>
      <w:r>
        <w:t>In this lab, use the 192.168.33.128/25 network address to develop an address scheme for the network displayed in the topology diagram. VLSM is used to meet the IPv4 addressing requirements. After you have designed the VLSM address scheme, you will configure the interfaces on the routers with the appropriate IP address information. The future LANS at BR2 will need to have addresses allocated, but no interfaces will be configured at this time.</w:t>
      </w:r>
    </w:p>
    <w:p w14:paraId="4E39987E" w14:textId="2623DD3C" w:rsidR="00B66E95" w:rsidRDefault="00B66E95" w:rsidP="00B66E95">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CCNA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2FEA1A44" w14:textId="77777777" w:rsidR="00C547A4" w:rsidRPr="00683036" w:rsidRDefault="00C547A4" w:rsidP="00C547A4">
      <w:pPr>
        <w:pStyle w:val="BodyTextL25"/>
      </w:pPr>
      <w:r w:rsidRPr="00BF16BF">
        <w:rPr>
          <w:b/>
        </w:rPr>
        <w:t>Note</w:t>
      </w:r>
      <w:r w:rsidRPr="0034604B">
        <w:t>:</w:t>
      </w:r>
      <w:r w:rsidRPr="00DE6F44">
        <w:t xml:space="preserve"> </w:t>
      </w:r>
      <w:r w:rsidRPr="00683036">
        <w:t>Make sure that the routers have been erased and have no startup configurations. If you are unsure</w:t>
      </w:r>
      <w:r>
        <w:t>,</w:t>
      </w:r>
      <w:r w:rsidRPr="00683036">
        <w:t xml:space="preserve"> contact your instructor.</w:t>
      </w:r>
    </w:p>
    <w:p w14:paraId="27D00D7E" w14:textId="77777777" w:rsidR="00C547A4" w:rsidRDefault="00C547A4" w:rsidP="00C547A4">
      <w:pPr>
        <w:pStyle w:val="Heading1"/>
      </w:pPr>
      <w:r>
        <w:t>Required Resources</w:t>
      </w:r>
    </w:p>
    <w:p w14:paraId="6DAE5AFF" w14:textId="672E5104" w:rsidR="00B66E95" w:rsidRDefault="00B66E95" w:rsidP="00B66E95">
      <w:pPr>
        <w:pStyle w:val="Bulletlevel1"/>
      </w:pPr>
      <w:r>
        <w:t>2 Routers (Cisco 4221 with Cisco IOS XE Release 16.9.4 universal image or comparable)</w:t>
      </w:r>
    </w:p>
    <w:p w14:paraId="54E5E65E" w14:textId="77777777" w:rsidR="00B66E95" w:rsidRDefault="00B66E95" w:rsidP="00B66E95">
      <w:pPr>
        <w:pStyle w:val="Bulletlevel1"/>
      </w:pPr>
      <w:r>
        <w:t>2 Switches (Cisco 2960 with Cisco IOS Release 15.2(2) lanbasek9 image or comparable)</w:t>
      </w:r>
    </w:p>
    <w:p w14:paraId="12C37633" w14:textId="0D8F108C" w:rsidR="00B66E95" w:rsidRDefault="00B66E95" w:rsidP="00B66E95">
      <w:pPr>
        <w:pStyle w:val="Bulletlevel1"/>
      </w:pPr>
      <w:r>
        <w:t>1 PCs (Windows with terminal emulation program, such as Tera Term)</w:t>
      </w:r>
    </w:p>
    <w:p w14:paraId="6F9A3208" w14:textId="77777777" w:rsidR="00B66E95" w:rsidRDefault="00B66E95" w:rsidP="00B66E95">
      <w:pPr>
        <w:pStyle w:val="Bulletlevel1"/>
      </w:pPr>
      <w:r>
        <w:t>Console cables to configure the Cisco IOS devices via the console ports</w:t>
      </w:r>
    </w:p>
    <w:p w14:paraId="097E3CE5" w14:textId="77777777" w:rsidR="00B66E95" w:rsidRDefault="00B66E95" w:rsidP="00B66E95">
      <w:pPr>
        <w:pStyle w:val="Bulletlevel1"/>
      </w:pPr>
      <w:r>
        <w:t>Ethernet and serial cables as shown in the topology</w:t>
      </w:r>
    </w:p>
    <w:p w14:paraId="3A4B7C31" w14:textId="5DE60F94" w:rsidR="00B66E95" w:rsidRDefault="00B66E95" w:rsidP="00B66E95">
      <w:pPr>
        <w:pStyle w:val="Bulletlevel1"/>
        <w:spacing w:before="60" w:after="60" w:line="276" w:lineRule="auto"/>
      </w:pPr>
      <w:r>
        <w:lastRenderedPageBreak/>
        <w:t>Windows Calculator (optional)</w:t>
      </w:r>
    </w:p>
    <w:p w14:paraId="1257B979" w14:textId="2F9E639F" w:rsidR="001C04B5" w:rsidRDefault="001C04B5" w:rsidP="001C04B5">
      <w:pPr>
        <w:pStyle w:val="Heading1"/>
      </w:pPr>
      <w:r>
        <w:t>Instructions</w:t>
      </w:r>
    </w:p>
    <w:p w14:paraId="6D43B507" w14:textId="1C4EB3E3" w:rsidR="00C547A4" w:rsidRDefault="00C547A4" w:rsidP="00C547A4">
      <w:pPr>
        <w:pStyle w:val="Heading2"/>
      </w:pPr>
      <w:r>
        <w:t>Examine Network Requirements</w:t>
      </w:r>
    </w:p>
    <w:p w14:paraId="5984B4DE" w14:textId="77777777" w:rsidR="00C547A4" w:rsidRDefault="00C547A4" w:rsidP="00C547A4">
      <w:pPr>
        <w:pStyle w:val="BodyTextL25"/>
      </w:pPr>
      <w:r>
        <w:t>In Part 1, you will examine the network requirements to develop a VLSM address scheme for the network displayed in the topology diagram using the 192.168.33.128/25</w:t>
      </w:r>
      <w:r w:rsidRPr="00E35ABF">
        <w:t xml:space="preserve"> </w:t>
      </w:r>
      <w:r>
        <w:t>network address.</w:t>
      </w:r>
    </w:p>
    <w:p w14:paraId="531B9512" w14:textId="77777777" w:rsidR="00C547A4" w:rsidRDefault="00C547A4" w:rsidP="00C547A4">
      <w:pPr>
        <w:pStyle w:val="BodyTextL25"/>
      </w:pPr>
      <w:r w:rsidRPr="00DF103E">
        <w:rPr>
          <w:b/>
        </w:rPr>
        <w:t>Note</w:t>
      </w:r>
      <w:r>
        <w:t xml:space="preserve">: </w:t>
      </w:r>
      <w:r w:rsidRPr="00855866">
        <w:t>You can use the Windows Calculator application and search the internet for an IP subnet calculator to help with your calculations.</w:t>
      </w:r>
    </w:p>
    <w:p w14:paraId="6432A702" w14:textId="45991F25" w:rsidR="00C547A4" w:rsidRDefault="00C547A4" w:rsidP="001C04B5">
      <w:pPr>
        <w:pStyle w:val="Heading3"/>
      </w:pPr>
      <w:r>
        <w:t>Determine how many host addresses and subnets are available.</w:t>
      </w:r>
    </w:p>
    <w:p w14:paraId="1E4C9A32" w14:textId="630DDD52" w:rsidR="001C04B5" w:rsidRPr="001C04B5" w:rsidRDefault="001C04B5" w:rsidP="001C04B5">
      <w:pPr>
        <w:pStyle w:val="Heading4"/>
      </w:pPr>
      <w:r>
        <w:t>Questions:</w:t>
      </w:r>
    </w:p>
    <w:p w14:paraId="7EB08E2E" w14:textId="0524BEB0" w:rsidR="001C04B5" w:rsidRDefault="00C547A4" w:rsidP="001C04B5">
      <w:pPr>
        <w:pStyle w:val="BodyTextL25"/>
        <w:spacing w:before="0"/>
      </w:pPr>
      <w:r>
        <w:t>How many host addresses are available in a /25 network?</w:t>
      </w:r>
    </w:p>
    <w:p w14:paraId="4DDFD5D2" w14:textId="2FA1E8B8" w:rsidR="001C04B5" w:rsidRDefault="001C04B5" w:rsidP="001C04B5">
      <w:pPr>
        <w:pStyle w:val="AnswerLineL25"/>
      </w:pPr>
      <w:r>
        <w:t>Type your answers here.</w:t>
      </w:r>
    </w:p>
    <w:p w14:paraId="2043CCDE" w14:textId="77777777" w:rsidR="001C04B5" w:rsidRDefault="00C547A4" w:rsidP="00C547A4">
      <w:pPr>
        <w:pStyle w:val="BodyTextL25"/>
      </w:pPr>
      <w:r>
        <w:t>What is the total number of host addresses needed in the topology diagram?</w:t>
      </w:r>
    </w:p>
    <w:p w14:paraId="3A1ACB05" w14:textId="529EBCE7" w:rsidR="001C04B5" w:rsidRDefault="001C04B5" w:rsidP="001C04B5">
      <w:pPr>
        <w:pStyle w:val="AnswerLineL25"/>
      </w:pPr>
      <w:r>
        <w:t>Type your answers here.</w:t>
      </w:r>
    </w:p>
    <w:p w14:paraId="3D8F4511" w14:textId="77777777" w:rsidR="001C04B5" w:rsidRDefault="00C547A4" w:rsidP="00C547A4">
      <w:pPr>
        <w:pStyle w:val="BodyTextL25"/>
      </w:pPr>
      <w:r>
        <w:t>How many subnets are needed in the network topology?</w:t>
      </w:r>
    </w:p>
    <w:p w14:paraId="677058E1" w14:textId="5DE28B04" w:rsidR="001C04B5" w:rsidRDefault="001C04B5" w:rsidP="001C04B5">
      <w:pPr>
        <w:pStyle w:val="AnswerLineL25"/>
      </w:pPr>
      <w:r>
        <w:t>Type your answers here.</w:t>
      </w:r>
    </w:p>
    <w:p w14:paraId="12AE5F87" w14:textId="4F534C2D" w:rsidR="00C547A4" w:rsidRDefault="00C547A4" w:rsidP="001C04B5">
      <w:pPr>
        <w:pStyle w:val="Heading3"/>
      </w:pPr>
      <w:r>
        <w:t>Determine the largest subnet.</w:t>
      </w:r>
    </w:p>
    <w:p w14:paraId="499E4CB0" w14:textId="21C58034" w:rsidR="001C04B5" w:rsidRPr="001C04B5" w:rsidRDefault="001C04B5" w:rsidP="001C04B5">
      <w:pPr>
        <w:pStyle w:val="Heading4"/>
      </w:pPr>
      <w:r>
        <w:t>Questions:</w:t>
      </w:r>
    </w:p>
    <w:p w14:paraId="7B5F8BC0" w14:textId="77777777" w:rsidR="001C04B5" w:rsidRDefault="00C547A4" w:rsidP="001C04B5">
      <w:pPr>
        <w:pStyle w:val="BodyTextL25"/>
        <w:spacing w:before="0"/>
      </w:pPr>
      <w:r>
        <w:t>What is the subnet description (e.g. BR1 LAN or BR1-BR2 link)?</w:t>
      </w:r>
    </w:p>
    <w:p w14:paraId="0FAD9149" w14:textId="2A9AA455" w:rsidR="001C04B5" w:rsidRDefault="001C04B5" w:rsidP="001C04B5">
      <w:pPr>
        <w:pStyle w:val="AnswerLineL25"/>
      </w:pPr>
      <w:r>
        <w:t>Type your answers here.</w:t>
      </w:r>
    </w:p>
    <w:p w14:paraId="75E19EB4" w14:textId="77777777" w:rsidR="001C04B5" w:rsidRDefault="00C547A4" w:rsidP="00C547A4">
      <w:pPr>
        <w:pStyle w:val="BodyTextL25"/>
      </w:pPr>
      <w:r>
        <w:t>How many IP addresses are required in the largest subnet?</w:t>
      </w:r>
    </w:p>
    <w:p w14:paraId="1A0BB25F" w14:textId="77777777" w:rsidR="001C04B5" w:rsidRDefault="001C04B5" w:rsidP="001C04B5">
      <w:pPr>
        <w:pStyle w:val="AnswerLineL25"/>
      </w:pPr>
      <w:r>
        <w:t>Type your answers here.</w:t>
      </w:r>
    </w:p>
    <w:p w14:paraId="02E4EAE7" w14:textId="77777777" w:rsidR="00C547A4" w:rsidRDefault="00C547A4" w:rsidP="00C547A4">
      <w:pPr>
        <w:pStyle w:val="BodyTextL25"/>
      </w:pPr>
      <w:r w:rsidRPr="00BA202C">
        <w:t xml:space="preserve">What subnet </w:t>
      </w:r>
      <w:r>
        <w:t>mask can support that many host addresses</w:t>
      </w:r>
      <w:r w:rsidRPr="00BA202C">
        <w:t>?</w:t>
      </w:r>
    </w:p>
    <w:p w14:paraId="0ABA6CB0" w14:textId="77777777" w:rsidR="001C04B5" w:rsidRDefault="001C04B5" w:rsidP="001C04B5">
      <w:pPr>
        <w:pStyle w:val="AnswerLineL25"/>
      </w:pPr>
      <w:r>
        <w:t>Type your answers here.</w:t>
      </w:r>
    </w:p>
    <w:p w14:paraId="2F97E8F9" w14:textId="77777777" w:rsidR="001C04B5" w:rsidRDefault="00C547A4" w:rsidP="00C547A4">
      <w:pPr>
        <w:pStyle w:val="BodyTextL25"/>
      </w:pPr>
      <w:r w:rsidRPr="00BA202C">
        <w:t>How many total host addresses can that subnet mask support?</w:t>
      </w:r>
    </w:p>
    <w:p w14:paraId="30263D9A" w14:textId="77777777" w:rsidR="001C04B5" w:rsidRDefault="001C04B5" w:rsidP="001C04B5">
      <w:pPr>
        <w:pStyle w:val="AnswerLineL25"/>
      </w:pPr>
      <w:r>
        <w:t>Type your answers here.</w:t>
      </w:r>
    </w:p>
    <w:p w14:paraId="23D539E4" w14:textId="77777777" w:rsidR="001C04B5" w:rsidRDefault="00C547A4" w:rsidP="00C547A4">
      <w:pPr>
        <w:pStyle w:val="BodyTextL25"/>
      </w:pPr>
      <w:r>
        <w:t xml:space="preserve">Can </w:t>
      </w:r>
      <w:proofErr w:type="gramStart"/>
      <w:r>
        <w:t>you</w:t>
      </w:r>
      <w:proofErr w:type="gramEnd"/>
      <w:r>
        <w:t xml:space="preserve"> subnet the 192.168.33.128/25 network address to support this subnet?</w:t>
      </w:r>
    </w:p>
    <w:p w14:paraId="1C925E56" w14:textId="77777777" w:rsidR="001C04B5" w:rsidRDefault="001C04B5" w:rsidP="001C04B5">
      <w:pPr>
        <w:pStyle w:val="AnswerLineL25"/>
      </w:pPr>
      <w:r>
        <w:t>Type your answers here.</w:t>
      </w:r>
    </w:p>
    <w:p w14:paraId="47B31060" w14:textId="516363E4" w:rsidR="001C04B5" w:rsidRDefault="00C547A4" w:rsidP="00C547A4">
      <w:pPr>
        <w:pStyle w:val="BodyTextL25"/>
      </w:pPr>
      <w:r>
        <w:t>What are the network addresses that would result from this subnetting?</w:t>
      </w:r>
    </w:p>
    <w:p w14:paraId="1B942AA6" w14:textId="77777777" w:rsidR="00EF6C33" w:rsidRDefault="00EF6C33" w:rsidP="00EF6C33">
      <w:pPr>
        <w:pStyle w:val="AnswerLineL25"/>
      </w:pPr>
      <w:r>
        <w:t>Type your answers here.</w:t>
      </w:r>
    </w:p>
    <w:p w14:paraId="05BD3512" w14:textId="00C90903" w:rsidR="00C547A4" w:rsidRPr="00F54ED7" w:rsidRDefault="00C547A4" w:rsidP="00C547A4">
      <w:pPr>
        <w:pStyle w:val="BodyTextL25"/>
      </w:pPr>
      <w:r>
        <w:t>Use the first network address for this subnet.</w:t>
      </w:r>
    </w:p>
    <w:p w14:paraId="46A9B028" w14:textId="6AEC2975" w:rsidR="00C547A4" w:rsidRDefault="00C547A4" w:rsidP="00C547A4">
      <w:pPr>
        <w:pStyle w:val="Heading3"/>
      </w:pPr>
      <w:r>
        <w:t>Determine the second largest subnet.</w:t>
      </w:r>
    </w:p>
    <w:p w14:paraId="00FF653E" w14:textId="78265A4A" w:rsidR="00EF6C33" w:rsidRPr="00EF6C33" w:rsidRDefault="00EF6C33" w:rsidP="00EF6C33">
      <w:pPr>
        <w:pStyle w:val="Heading4"/>
      </w:pPr>
      <w:r>
        <w:t>Questions:</w:t>
      </w:r>
    </w:p>
    <w:p w14:paraId="65022334" w14:textId="77777777" w:rsidR="00EF6C33" w:rsidRDefault="00C547A4" w:rsidP="00EF6C33">
      <w:pPr>
        <w:pStyle w:val="BodyTextL25"/>
        <w:spacing w:before="0"/>
      </w:pPr>
      <w:r>
        <w:t>What is the subnet description?</w:t>
      </w:r>
    </w:p>
    <w:p w14:paraId="1F6FB2BF" w14:textId="77777777" w:rsidR="00EF6C33" w:rsidRDefault="00EF6C33" w:rsidP="00EF6C33">
      <w:pPr>
        <w:pStyle w:val="AnswerLineL25"/>
      </w:pPr>
      <w:r>
        <w:t>Type your answers here.</w:t>
      </w:r>
    </w:p>
    <w:p w14:paraId="0BC15DF2" w14:textId="77777777" w:rsidR="00EF6C33" w:rsidRDefault="00C547A4" w:rsidP="00C547A4">
      <w:pPr>
        <w:pStyle w:val="BodyTextL25"/>
      </w:pPr>
      <w:r>
        <w:t>How many IP addresses are required for the second largest subnet?</w:t>
      </w:r>
    </w:p>
    <w:p w14:paraId="024207D2" w14:textId="77777777" w:rsidR="00EF6C33" w:rsidRDefault="00EF6C33" w:rsidP="00EF6C33">
      <w:pPr>
        <w:pStyle w:val="AnswerLineL25"/>
      </w:pPr>
      <w:r>
        <w:t>Type your answers here.</w:t>
      </w:r>
    </w:p>
    <w:p w14:paraId="2CA2D77E" w14:textId="77777777" w:rsidR="00C547A4" w:rsidRDefault="00C547A4" w:rsidP="00C547A4">
      <w:pPr>
        <w:pStyle w:val="BodyTextL25"/>
      </w:pPr>
      <w:r w:rsidRPr="00BA202C">
        <w:t xml:space="preserve">What subnet </w:t>
      </w:r>
      <w:r>
        <w:t>mask can support that many host</w:t>
      </w:r>
      <w:r w:rsidRPr="00BA202C">
        <w:t xml:space="preserve"> addresses?</w:t>
      </w:r>
    </w:p>
    <w:p w14:paraId="53304D2A" w14:textId="77777777" w:rsidR="00EF6C33" w:rsidRDefault="00EF6C33" w:rsidP="00EF6C33">
      <w:pPr>
        <w:pStyle w:val="AnswerLineL25"/>
      </w:pPr>
      <w:r>
        <w:t>Type your answers here.</w:t>
      </w:r>
    </w:p>
    <w:p w14:paraId="7659EE8E" w14:textId="77777777" w:rsidR="00EF6C33" w:rsidRDefault="00C547A4" w:rsidP="00C547A4">
      <w:pPr>
        <w:pStyle w:val="BodyTextL25"/>
      </w:pPr>
      <w:r w:rsidRPr="00BA202C">
        <w:lastRenderedPageBreak/>
        <w:t>How many total host addresses can that subnet mask support?</w:t>
      </w:r>
    </w:p>
    <w:p w14:paraId="684AE3B7" w14:textId="77777777" w:rsidR="00EF6C33" w:rsidRDefault="00EF6C33" w:rsidP="00EF6C33">
      <w:pPr>
        <w:pStyle w:val="AnswerLineL25"/>
      </w:pPr>
      <w:r>
        <w:t>Type your answers here.</w:t>
      </w:r>
    </w:p>
    <w:p w14:paraId="3EA3B98B" w14:textId="77777777" w:rsidR="00EF6C33" w:rsidRDefault="00C547A4" w:rsidP="00C547A4">
      <w:pPr>
        <w:pStyle w:val="BodyTextL25"/>
      </w:pPr>
      <w:r>
        <w:t xml:space="preserve">Can </w:t>
      </w:r>
      <w:proofErr w:type="gramStart"/>
      <w:r>
        <w:t>you</w:t>
      </w:r>
      <w:proofErr w:type="gramEnd"/>
      <w:r>
        <w:t xml:space="preserve"> subnet the remaining subnet again and still support this subnet?</w:t>
      </w:r>
    </w:p>
    <w:p w14:paraId="18BD198A" w14:textId="77777777" w:rsidR="00EF6C33" w:rsidRDefault="00EF6C33" w:rsidP="00EF6C33">
      <w:pPr>
        <w:pStyle w:val="AnswerLineL25"/>
      </w:pPr>
      <w:r>
        <w:t>Type your answers here.</w:t>
      </w:r>
    </w:p>
    <w:p w14:paraId="72813C97" w14:textId="77777777" w:rsidR="00C547A4" w:rsidRDefault="00C547A4" w:rsidP="00C547A4">
      <w:pPr>
        <w:pStyle w:val="BodyTextL25"/>
      </w:pPr>
      <w:r>
        <w:t>What are the network addresses that would result from this subnetting?</w:t>
      </w:r>
    </w:p>
    <w:p w14:paraId="013F80C8" w14:textId="77777777" w:rsidR="00EF6C33" w:rsidRDefault="00EF6C33" w:rsidP="00EF6C33">
      <w:pPr>
        <w:pStyle w:val="AnswerLineL25"/>
      </w:pPr>
      <w:r>
        <w:t>Type your answers here.</w:t>
      </w:r>
    </w:p>
    <w:p w14:paraId="684D6663" w14:textId="77777777" w:rsidR="00C547A4" w:rsidRPr="00F54ED7" w:rsidRDefault="00C547A4" w:rsidP="00C547A4">
      <w:pPr>
        <w:pStyle w:val="BodyTextL25"/>
      </w:pPr>
      <w:r>
        <w:t>Use the first network address for this subnet.</w:t>
      </w:r>
    </w:p>
    <w:p w14:paraId="7C5DD63A" w14:textId="62DBD372" w:rsidR="00C547A4" w:rsidRDefault="00C547A4" w:rsidP="00C547A4">
      <w:pPr>
        <w:pStyle w:val="Heading3"/>
      </w:pPr>
      <w:r>
        <w:t>Determine the third largest subnet.</w:t>
      </w:r>
    </w:p>
    <w:p w14:paraId="264BA82A" w14:textId="5259E899" w:rsidR="00EF6C33" w:rsidRPr="00EF6C33" w:rsidRDefault="00EF6C33" w:rsidP="00EF6C33">
      <w:pPr>
        <w:pStyle w:val="Heading4"/>
      </w:pPr>
      <w:r>
        <w:t>Questions:</w:t>
      </w:r>
    </w:p>
    <w:p w14:paraId="2CDA796B" w14:textId="77777777" w:rsidR="00EF6C33" w:rsidRDefault="00C547A4" w:rsidP="00EF6C33">
      <w:pPr>
        <w:pStyle w:val="BodyTextL25"/>
        <w:spacing w:before="0"/>
      </w:pPr>
      <w:r>
        <w:t>What is the subnet description?</w:t>
      </w:r>
    </w:p>
    <w:p w14:paraId="28AC5742" w14:textId="77777777" w:rsidR="00EF6C33" w:rsidRDefault="00EF6C33" w:rsidP="00EF6C33">
      <w:pPr>
        <w:pStyle w:val="AnswerLineL25"/>
      </w:pPr>
      <w:r>
        <w:t>Type your answers here.</w:t>
      </w:r>
    </w:p>
    <w:p w14:paraId="68664147" w14:textId="77777777" w:rsidR="00EF6C33" w:rsidRDefault="00C547A4" w:rsidP="00C547A4">
      <w:pPr>
        <w:pStyle w:val="BodyTextL25"/>
      </w:pPr>
      <w:r>
        <w:t>How many IP addresses are required for the next largest subnet?</w:t>
      </w:r>
    </w:p>
    <w:p w14:paraId="7475455A" w14:textId="77777777" w:rsidR="00EF6C33" w:rsidRDefault="00EF6C33" w:rsidP="00EF6C33">
      <w:pPr>
        <w:pStyle w:val="AnswerLineL25"/>
      </w:pPr>
      <w:r>
        <w:t>Type your answers here.</w:t>
      </w:r>
    </w:p>
    <w:p w14:paraId="4C4302BA" w14:textId="77777777" w:rsidR="00C547A4" w:rsidRDefault="00C547A4" w:rsidP="00C547A4">
      <w:pPr>
        <w:pStyle w:val="BodyTextL25"/>
      </w:pPr>
      <w:r w:rsidRPr="00BA202C">
        <w:t>What subnet mask can support that many host addresses?</w:t>
      </w:r>
    </w:p>
    <w:p w14:paraId="3DA5288A" w14:textId="77777777" w:rsidR="00EF6C33" w:rsidRDefault="00EF6C33" w:rsidP="00EF6C33">
      <w:pPr>
        <w:pStyle w:val="AnswerLineL25"/>
      </w:pPr>
      <w:r>
        <w:t>Type your answers here.</w:t>
      </w:r>
    </w:p>
    <w:p w14:paraId="732841FA" w14:textId="77777777" w:rsidR="00EF6C33" w:rsidRDefault="00C547A4" w:rsidP="00C547A4">
      <w:pPr>
        <w:pStyle w:val="BodyTextL25"/>
      </w:pPr>
      <w:r w:rsidRPr="00BA202C">
        <w:t>How many total host addresses can that subnet mask support?</w:t>
      </w:r>
    </w:p>
    <w:p w14:paraId="74BFC546" w14:textId="77777777" w:rsidR="00EF6C33" w:rsidRDefault="00EF6C33" w:rsidP="00EF6C33">
      <w:pPr>
        <w:pStyle w:val="AnswerLineL25"/>
      </w:pPr>
      <w:r>
        <w:t>Type your answers here.</w:t>
      </w:r>
    </w:p>
    <w:p w14:paraId="03BC18D4" w14:textId="77777777" w:rsidR="00EF6C33" w:rsidRDefault="00C547A4" w:rsidP="00C547A4">
      <w:pPr>
        <w:pStyle w:val="BodyTextL25"/>
      </w:pPr>
      <w:r>
        <w:t xml:space="preserve">Can </w:t>
      </w:r>
      <w:proofErr w:type="gramStart"/>
      <w:r>
        <w:t>you</w:t>
      </w:r>
      <w:proofErr w:type="gramEnd"/>
      <w:r>
        <w:t xml:space="preserve"> subnet the remaining subnet again and still support this subnet?</w:t>
      </w:r>
    </w:p>
    <w:p w14:paraId="0D30402C" w14:textId="77777777" w:rsidR="00EF6C33" w:rsidRDefault="00EF6C33" w:rsidP="00EF6C33">
      <w:pPr>
        <w:pStyle w:val="AnswerLineL25"/>
      </w:pPr>
      <w:r>
        <w:t>Type your answers here.</w:t>
      </w:r>
    </w:p>
    <w:p w14:paraId="7629863C" w14:textId="6FDF3EB3" w:rsidR="00C547A4" w:rsidRDefault="00C547A4" w:rsidP="00C547A4">
      <w:pPr>
        <w:pStyle w:val="BodyTextL25"/>
      </w:pPr>
      <w:r>
        <w:t>What are the network addresses that would result from this subnetting?</w:t>
      </w:r>
    </w:p>
    <w:p w14:paraId="5ED94D60" w14:textId="77777777" w:rsidR="00EF6C33" w:rsidRDefault="00EF6C33" w:rsidP="00EF6C33">
      <w:pPr>
        <w:pStyle w:val="AnswerLineL25"/>
      </w:pPr>
      <w:r>
        <w:t>Type your answers here.</w:t>
      </w:r>
    </w:p>
    <w:p w14:paraId="71A04AB9" w14:textId="77777777" w:rsidR="00C547A4" w:rsidRDefault="00C547A4" w:rsidP="00C547A4">
      <w:pPr>
        <w:pStyle w:val="BodyTextL25"/>
      </w:pPr>
      <w:r>
        <w:t>Use the first network address for this subnet.</w:t>
      </w:r>
    </w:p>
    <w:p w14:paraId="2D5F94D1" w14:textId="7A8FBCD7" w:rsidR="00C547A4" w:rsidRDefault="00C547A4" w:rsidP="00C547A4">
      <w:pPr>
        <w:pStyle w:val="BodyTextL25"/>
      </w:pPr>
      <w:r>
        <w:t>Use the second network address for the CCTV LAN</w:t>
      </w:r>
      <w:r w:rsidR="005F03DB">
        <w:t>.</w:t>
      </w:r>
    </w:p>
    <w:p w14:paraId="46DCE846" w14:textId="774C7565" w:rsidR="00C547A4" w:rsidRPr="00F54ED7" w:rsidRDefault="00C547A4" w:rsidP="00C547A4">
      <w:pPr>
        <w:pStyle w:val="BodyTextL25"/>
      </w:pPr>
      <w:r>
        <w:t>Use the third network address for the HVAC C2 LAN</w:t>
      </w:r>
      <w:r w:rsidR="005F03DB">
        <w:t>.</w:t>
      </w:r>
    </w:p>
    <w:p w14:paraId="23C790CF" w14:textId="172A0F0F" w:rsidR="00C547A4" w:rsidRDefault="00C547A4" w:rsidP="00C547A4">
      <w:pPr>
        <w:pStyle w:val="Heading3"/>
      </w:pPr>
      <w:r>
        <w:t>Determine the fourth largest subnet.</w:t>
      </w:r>
    </w:p>
    <w:p w14:paraId="439077D5" w14:textId="3343C6A9" w:rsidR="00EF6C33" w:rsidRPr="00EF6C33" w:rsidRDefault="00EF6C33" w:rsidP="00EF6C33">
      <w:pPr>
        <w:pStyle w:val="Heading4"/>
      </w:pPr>
      <w:r>
        <w:t>Questions:</w:t>
      </w:r>
    </w:p>
    <w:p w14:paraId="19516CCD" w14:textId="77777777" w:rsidR="00EF6C33" w:rsidRDefault="00C547A4" w:rsidP="00EF6C33">
      <w:pPr>
        <w:pStyle w:val="BodyTextL25"/>
        <w:spacing w:before="0"/>
      </w:pPr>
      <w:r>
        <w:t>What is the subnet description?</w:t>
      </w:r>
    </w:p>
    <w:p w14:paraId="36CC1531" w14:textId="77777777" w:rsidR="00EF6C33" w:rsidRDefault="00EF6C33" w:rsidP="00EF6C33">
      <w:pPr>
        <w:pStyle w:val="AnswerLineL25"/>
      </w:pPr>
      <w:r>
        <w:t>Type your answers here.</w:t>
      </w:r>
    </w:p>
    <w:p w14:paraId="4C55B3BC" w14:textId="77777777" w:rsidR="00EF6C33" w:rsidRDefault="00C547A4" w:rsidP="00C547A4">
      <w:pPr>
        <w:pStyle w:val="BodyTextL25"/>
      </w:pPr>
      <w:r>
        <w:t>How many IP addresses are required for the next largest subnet?</w:t>
      </w:r>
    </w:p>
    <w:p w14:paraId="1DC9DC37" w14:textId="77777777" w:rsidR="00EF6C33" w:rsidRDefault="00EF6C33" w:rsidP="00EF6C33">
      <w:pPr>
        <w:pStyle w:val="AnswerLineL25"/>
      </w:pPr>
      <w:r>
        <w:t>Type your answers here.</w:t>
      </w:r>
    </w:p>
    <w:p w14:paraId="588BB627" w14:textId="77777777" w:rsidR="00C547A4" w:rsidRDefault="00C547A4" w:rsidP="00C547A4">
      <w:pPr>
        <w:pStyle w:val="BodyTextL25"/>
      </w:pPr>
      <w:r w:rsidRPr="00BA202C">
        <w:t xml:space="preserve">What subnet </w:t>
      </w:r>
      <w:r>
        <w:t>mask can support that many host</w:t>
      </w:r>
      <w:r w:rsidRPr="00BA202C">
        <w:t xml:space="preserve"> addresses?</w:t>
      </w:r>
    </w:p>
    <w:p w14:paraId="13E7B766" w14:textId="77777777" w:rsidR="00EF6C33" w:rsidRDefault="00EF6C33" w:rsidP="00EF6C33">
      <w:pPr>
        <w:pStyle w:val="AnswerLineL25"/>
      </w:pPr>
      <w:r>
        <w:t>Type your answers here.</w:t>
      </w:r>
    </w:p>
    <w:p w14:paraId="5DDAD528" w14:textId="77777777" w:rsidR="00EF6C33" w:rsidRDefault="00C547A4" w:rsidP="00C547A4">
      <w:pPr>
        <w:pStyle w:val="BodyTextL25"/>
      </w:pPr>
      <w:r w:rsidRPr="00BA202C">
        <w:t>How many total host addresses can that subnet mask support?</w:t>
      </w:r>
    </w:p>
    <w:p w14:paraId="5FDD20B0" w14:textId="77777777" w:rsidR="00EF6C33" w:rsidRDefault="00EF6C33" w:rsidP="00EF6C33">
      <w:pPr>
        <w:pStyle w:val="AnswerLineL25"/>
      </w:pPr>
      <w:r>
        <w:t>Type your answers here.</w:t>
      </w:r>
    </w:p>
    <w:p w14:paraId="36F97373" w14:textId="77777777" w:rsidR="00EF6C33" w:rsidRDefault="00C547A4" w:rsidP="00C547A4">
      <w:pPr>
        <w:pStyle w:val="BodyTextL25"/>
      </w:pPr>
      <w:r>
        <w:t xml:space="preserve">Can </w:t>
      </w:r>
      <w:proofErr w:type="gramStart"/>
      <w:r>
        <w:t>you</w:t>
      </w:r>
      <w:proofErr w:type="gramEnd"/>
      <w:r>
        <w:t xml:space="preserve"> subnet the remaining subnet again and still support this subnet?</w:t>
      </w:r>
    </w:p>
    <w:p w14:paraId="5424D11D" w14:textId="77777777" w:rsidR="00EF6C33" w:rsidRDefault="00EF6C33" w:rsidP="00EF6C33">
      <w:pPr>
        <w:pStyle w:val="AnswerLineL25"/>
      </w:pPr>
      <w:r>
        <w:t>Type your answers here.</w:t>
      </w:r>
    </w:p>
    <w:p w14:paraId="4BEDDF2D" w14:textId="1D715F81" w:rsidR="00C547A4" w:rsidRDefault="00C547A4" w:rsidP="00C547A4">
      <w:pPr>
        <w:pStyle w:val="BodyTextL25"/>
      </w:pPr>
      <w:r>
        <w:t>What are the network addresses that would result from this subnetting?</w:t>
      </w:r>
    </w:p>
    <w:p w14:paraId="4E9C588F" w14:textId="77777777" w:rsidR="00EF6C33" w:rsidRDefault="00EF6C33" w:rsidP="00EF6C33">
      <w:pPr>
        <w:pStyle w:val="AnswerLineL25"/>
      </w:pPr>
      <w:r>
        <w:t>Type your answers here.</w:t>
      </w:r>
    </w:p>
    <w:p w14:paraId="41AE17F0" w14:textId="77777777" w:rsidR="00C547A4" w:rsidRPr="00F54ED7" w:rsidRDefault="00C547A4" w:rsidP="00C547A4">
      <w:pPr>
        <w:pStyle w:val="BodyTextL25"/>
      </w:pPr>
      <w:r>
        <w:lastRenderedPageBreak/>
        <w:t>Use the first network address for this subnet.</w:t>
      </w:r>
    </w:p>
    <w:p w14:paraId="4ED9292E" w14:textId="77777777" w:rsidR="00C547A4" w:rsidRDefault="00C547A4" w:rsidP="00C547A4">
      <w:pPr>
        <w:pStyle w:val="Heading2"/>
      </w:pPr>
      <w:r>
        <w:t>Design the VLSM Address Scheme</w:t>
      </w:r>
    </w:p>
    <w:p w14:paraId="7C0D9F20" w14:textId="77777777" w:rsidR="00C547A4" w:rsidRDefault="00C547A4" w:rsidP="00C547A4">
      <w:pPr>
        <w:pStyle w:val="Heading3"/>
      </w:pPr>
      <w:r>
        <w:t>Calculate the subnet information.</w:t>
      </w:r>
    </w:p>
    <w:p w14:paraId="319E9187" w14:textId="77777777" w:rsidR="00C547A4" w:rsidRDefault="00C547A4" w:rsidP="00C547A4">
      <w:pPr>
        <w:pStyle w:val="BodyTextL25"/>
      </w:pPr>
      <w:r>
        <w:t>Use the information that you obtained in Part 1 to fill in the following table.</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is table contains all the information neccessary to determine the network address / cidr, first host address, and broadcast address based subnset description and number of hosts needed.  Type your answers in the cells listed as &quot;blank&quot;."/>
      </w:tblPr>
      <w:tblGrid>
        <w:gridCol w:w="2517"/>
        <w:gridCol w:w="1620"/>
        <w:gridCol w:w="2070"/>
        <w:gridCol w:w="1856"/>
        <w:gridCol w:w="1924"/>
      </w:tblGrid>
      <w:tr w:rsidR="00C547A4" w14:paraId="13D0836B" w14:textId="77777777" w:rsidTr="00EF6C33">
        <w:trPr>
          <w:cantSplit/>
          <w:tblHeader/>
          <w:jc w:val="center"/>
        </w:trPr>
        <w:tc>
          <w:tcPr>
            <w:tcW w:w="251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B41A81C" w14:textId="77777777" w:rsidR="00C547A4" w:rsidRPr="00B31E41" w:rsidRDefault="00C547A4" w:rsidP="001C04B5">
            <w:pPr>
              <w:pStyle w:val="TableHeading"/>
            </w:pPr>
            <w:r w:rsidRPr="00B31E41">
              <w:t>Subnet Description</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0DAF944" w14:textId="77777777" w:rsidR="00C547A4" w:rsidRPr="00B31E41" w:rsidRDefault="00C547A4" w:rsidP="001C04B5">
            <w:pPr>
              <w:pStyle w:val="TableHeading"/>
            </w:pPr>
            <w:r w:rsidRPr="00B31E41">
              <w:t>Number of Hosts Needed</w:t>
            </w:r>
          </w:p>
        </w:tc>
        <w:tc>
          <w:tcPr>
            <w:tcW w:w="20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B9956EE" w14:textId="77777777" w:rsidR="00C547A4" w:rsidRPr="00B31E41" w:rsidRDefault="00C547A4" w:rsidP="001C04B5">
            <w:pPr>
              <w:pStyle w:val="TableHeading"/>
            </w:pPr>
            <w:r w:rsidRPr="00B31E41">
              <w:t>Network Address /CIDR</w:t>
            </w:r>
          </w:p>
        </w:tc>
        <w:tc>
          <w:tcPr>
            <w:tcW w:w="185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4A8CF44" w14:textId="77777777" w:rsidR="00C547A4" w:rsidRPr="00B31E41" w:rsidRDefault="00C547A4" w:rsidP="001C04B5">
            <w:pPr>
              <w:pStyle w:val="TableHeading"/>
            </w:pPr>
            <w:r w:rsidRPr="00B31E41">
              <w:t>First Host Address</w:t>
            </w:r>
          </w:p>
        </w:tc>
        <w:tc>
          <w:tcPr>
            <w:tcW w:w="192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B241F45" w14:textId="77777777" w:rsidR="00C547A4" w:rsidRPr="00B31E41" w:rsidRDefault="00C547A4" w:rsidP="001C04B5">
            <w:pPr>
              <w:pStyle w:val="TableHeading"/>
            </w:pPr>
            <w:r w:rsidRPr="00B31E41">
              <w:t>Broadcast Address</w:t>
            </w:r>
          </w:p>
        </w:tc>
      </w:tr>
      <w:tr w:rsidR="00C547A4" w:rsidDel="00615849" w14:paraId="04F0A3C5" w14:textId="77777777" w:rsidTr="00EF6C33">
        <w:trPr>
          <w:cantSplit/>
          <w:jc w:val="center"/>
        </w:trPr>
        <w:tc>
          <w:tcPr>
            <w:tcW w:w="2517" w:type="dxa"/>
            <w:vAlign w:val="bottom"/>
          </w:tcPr>
          <w:p w14:paraId="414E622F" w14:textId="77777777" w:rsidR="00C547A4" w:rsidDel="00615849" w:rsidRDefault="00C547A4" w:rsidP="001C04B5">
            <w:pPr>
              <w:pStyle w:val="TableText"/>
            </w:pPr>
            <w:r>
              <w:t>BR1 LAN</w:t>
            </w:r>
          </w:p>
        </w:tc>
        <w:tc>
          <w:tcPr>
            <w:tcW w:w="1620" w:type="dxa"/>
            <w:vAlign w:val="bottom"/>
          </w:tcPr>
          <w:p w14:paraId="77197565" w14:textId="77777777" w:rsidR="00C547A4" w:rsidDel="00615849" w:rsidRDefault="00C547A4" w:rsidP="001C04B5">
            <w:pPr>
              <w:pStyle w:val="TableText"/>
            </w:pPr>
            <w:r>
              <w:t>40</w:t>
            </w:r>
          </w:p>
        </w:tc>
        <w:tc>
          <w:tcPr>
            <w:tcW w:w="2070" w:type="dxa"/>
            <w:vAlign w:val="bottom"/>
          </w:tcPr>
          <w:p w14:paraId="26B9991B" w14:textId="0BCE8F05" w:rsidR="00C547A4" w:rsidRPr="00297315" w:rsidDel="00615849" w:rsidRDefault="00C547A4" w:rsidP="001C04B5">
            <w:pPr>
              <w:pStyle w:val="TableText"/>
              <w:rPr>
                <w:rStyle w:val="AnswerGray"/>
              </w:rPr>
            </w:pPr>
          </w:p>
        </w:tc>
        <w:tc>
          <w:tcPr>
            <w:tcW w:w="1856" w:type="dxa"/>
            <w:vAlign w:val="bottom"/>
          </w:tcPr>
          <w:p w14:paraId="39336C90" w14:textId="0E515CDB" w:rsidR="00C547A4" w:rsidRPr="00297315" w:rsidDel="00615849" w:rsidRDefault="00C547A4" w:rsidP="001C04B5">
            <w:pPr>
              <w:pStyle w:val="TableText"/>
              <w:rPr>
                <w:rStyle w:val="AnswerGray"/>
              </w:rPr>
            </w:pPr>
          </w:p>
        </w:tc>
        <w:tc>
          <w:tcPr>
            <w:tcW w:w="1924" w:type="dxa"/>
            <w:vAlign w:val="bottom"/>
          </w:tcPr>
          <w:p w14:paraId="04D89C4B" w14:textId="6263ED36" w:rsidR="00C547A4" w:rsidDel="00615849" w:rsidRDefault="00C547A4" w:rsidP="001C04B5">
            <w:pPr>
              <w:pStyle w:val="TableText"/>
              <w:rPr>
                <w:rStyle w:val="AnswerGray"/>
              </w:rPr>
            </w:pPr>
          </w:p>
        </w:tc>
      </w:tr>
      <w:tr w:rsidR="00C547A4" w:rsidDel="00615849" w14:paraId="306714B4" w14:textId="77777777" w:rsidTr="00EF6C33">
        <w:trPr>
          <w:cantSplit/>
          <w:jc w:val="center"/>
        </w:trPr>
        <w:tc>
          <w:tcPr>
            <w:tcW w:w="2517" w:type="dxa"/>
            <w:vAlign w:val="bottom"/>
          </w:tcPr>
          <w:p w14:paraId="1EC76AB9" w14:textId="77777777" w:rsidR="00C547A4" w:rsidRDefault="00C547A4" w:rsidP="001C04B5">
            <w:pPr>
              <w:pStyle w:val="TableText"/>
            </w:pPr>
            <w:r>
              <w:t>BR2 LAN</w:t>
            </w:r>
          </w:p>
        </w:tc>
        <w:tc>
          <w:tcPr>
            <w:tcW w:w="1620" w:type="dxa"/>
            <w:vAlign w:val="bottom"/>
          </w:tcPr>
          <w:p w14:paraId="635610D9" w14:textId="77777777" w:rsidR="00C547A4" w:rsidRDefault="00C547A4" w:rsidP="001C04B5">
            <w:pPr>
              <w:pStyle w:val="TableText"/>
            </w:pPr>
            <w:r>
              <w:t>25</w:t>
            </w:r>
          </w:p>
        </w:tc>
        <w:tc>
          <w:tcPr>
            <w:tcW w:w="2070" w:type="dxa"/>
            <w:vAlign w:val="bottom"/>
          </w:tcPr>
          <w:p w14:paraId="77D14645" w14:textId="2E901E8A" w:rsidR="00C547A4" w:rsidRDefault="00C547A4" w:rsidP="001C04B5">
            <w:pPr>
              <w:pStyle w:val="TableText"/>
              <w:rPr>
                <w:rStyle w:val="AnswerGray"/>
              </w:rPr>
            </w:pPr>
          </w:p>
        </w:tc>
        <w:tc>
          <w:tcPr>
            <w:tcW w:w="1856" w:type="dxa"/>
            <w:vAlign w:val="bottom"/>
          </w:tcPr>
          <w:p w14:paraId="3281C56B" w14:textId="69F05984" w:rsidR="00C547A4" w:rsidRDefault="00C547A4" w:rsidP="001C04B5">
            <w:pPr>
              <w:pStyle w:val="TableText"/>
              <w:rPr>
                <w:rStyle w:val="AnswerGray"/>
              </w:rPr>
            </w:pPr>
          </w:p>
        </w:tc>
        <w:tc>
          <w:tcPr>
            <w:tcW w:w="1924" w:type="dxa"/>
            <w:vAlign w:val="bottom"/>
          </w:tcPr>
          <w:p w14:paraId="377F798E" w14:textId="44A6FE6F" w:rsidR="00C547A4" w:rsidRDefault="00C547A4" w:rsidP="001C04B5">
            <w:pPr>
              <w:pStyle w:val="TableText"/>
              <w:rPr>
                <w:rStyle w:val="AnswerGray"/>
              </w:rPr>
            </w:pPr>
          </w:p>
        </w:tc>
      </w:tr>
      <w:tr w:rsidR="00C547A4" w:rsidDel="00615849" w14:paraId="227925BF" w14:textId="77777777" w:rsidTr="00EF6C33">
        <w:trPr>
          <w:cantSplit/>
          <w:jc w:val="center"/>
        </w:trPr>
        <w:tc>
          <w:tcPr>
            <w:tcW w:w="2517" w:type="dxa"/>
            <w:vAlign w:val="bottom"/>
          </w:tcPr>
          <w:p w14:paraId="7D92083E" w14:textId="77777777" w:rsidR="00C547A4" w:rsidRDefault="00C547A4" w:rsidP="001C04B5">
            <w:pPr>
              <w:pStyle w:val="TableText"/>
            </w:pPr>
            <w:r>
              <w:t>BR2 IoT LAN</w:t>
            </w:r>
          </w:p>
        </w:tc>
        <w:tc>
          <w:tcPr>
            <w:tcW w:w="1620" w:type="dxa"/>
            <w:vAlign w:val="bottom"/>
          </w:tcPr>
          <w:p w14:paraId="66531DF8" w14:textId="77777777" w:rsidR="00C547A4" w:rsidRDefault="00C547A4" w:rsidP="001C04B5">
            <w:pPr>
              <w:pStyle w:val="TableText"/>
            </w:pPr>
            <w:r>
              <w:t>5</w:t>
            </w:r>
          </w:p>
        </w:tc>
        <w:tc>
          <w:tcPr>
            <w:tcW w:w="2070" w:type="dxa"/>
            <w:vAlign w:val="bottom"/>
          </w:tcPr>
          <w:p w14:paraId="1DB19F38" w14:textId="557BCE3A" w:rsidR="00C547A4" w:rsidRDefault="00C547A4" w:rsidP="001C04B5">
            <w:pPr>
              <w:pStyle w:val="TableText"/>
              <w:rPr>
                <w:rStyle w:val="AnswerGray"/>
              </w:rPr>
            </w:pPr>
          </w:p>
        </w:tc>
        <w:tc>
          <w:tcPr>
            <w:tcW w:w="1856" w:type="dxa"/>
            <w:vAlign w:val="bottom"/>
          </w:tcPr>
          <w:p w14:paraId="4235DEF1" w14:textId="09A3621D" w:rsidR="00C547A4" w:rsidRDefault="00C547A4" w:rsidP="001C04B5">
            <w:pPr>
              <w:pStyle w:val="TableText"/>
              <w:rPr>
                <w:rStyle w:val="AnswerGray"/>
              </w:rPr>
            </w:pPr>
          </w:p>
        </w:tc>
        <w:tc>
          <w:tcPr>
            <w:tcW w:w="1924" w:type="dxa"/>
            <w:vAlign w:val="bottom"/>
          </w:tcPr>
          <w:p w14:paraId="27B694DA" w14:textId="5BF79A3F" w:rsidR="00C547A4" w:rsidRDefault="00C547A4" w:rsidP="001C04B5">
            <w:pPr>
              <w:pStyle w:val="TableText"/>
              <w:rPr>
                <w:rStyle w:val="AnswerGray"/>
              </w:rPr>
            </w:pPr>
          </w:p>
        </w:tc>
      </w:tr>
      <w:tr w:rsidR="00C547A4" w:rsidDel="00615849" w14:paraId="3F81F160" w14:textId="77777777" w:rsidTr="00EF6C33">
        <w:trPr>
          <w:cantSplit/>
          <w:jc w:val="center"/>
        </w:trPr>
        <w:tc>
          <w:tcPr>
            <w:tcW w:w="2517" w:type="dxa"/>
            <w:vAlign w:val="bottom"/>
          </w:tcPr>
          <w:p w14:paraId="1CA9CCDB" w14:textId="77777777" w:rsidR="00C547A4" w:rsidRDefault="00C547A4" w:rsidP="001C04B5">
            <w:pPr>
              <w:pStyle w:val="TableText"/>
            </w:pPr>
            <w:r>
              <w:t>BR2 CCTV LAN</w:t>
            </w:r>
          </w:p>
        </w:tc>
        <w:tc>
          <w:tcPr>
            <w:tcW w:w="1620" w:type="dxa"/>
            <w:vAlign w:val="bottom"/>
          </w:tcPr>
          <w:p w14:paraId="3924B770" w14:textId="77777777" w:rsidR="00C547A4" w:rsidRDefault="00C547A4" w:rsidP="001C04B5">
            <w:pPr>
              <w:pStyle w:val="TableText"/>
            </w:pPr>
            <w:r>
              <w:t>4</w:t>
            </w:r>
          </w:p>
        </w:tc>
        <w:tc>
          <w:tcPr>
            <w:tcW w:w="2070" w:type="dxa"/>
            <w:vAlign w:val="bottom"/>
          </w:tcPr>
          <w:p w14:paraId="509E2146" w14:textId="44E54711" w:rsidR="00C547A4" w:rsidRDefault="00C547A4" w:rsidP="001C04B5">
            <w:pPr>
              <w:pStyle w:val="TableText"/>
              <w:rPr>
                <w:rStyle w:val="AnswerGray"/>
              </w:rPr>
            </w:pPr>
          </w:p>
        </w:tc>
        <w:tc>
          <w:tcPr>
            <w:tcW w:w="1856" w:type="dxa"/>
            <w:vAlign w:val="bottom"/>
          </w:tcPr>
          <w:p w14:paraId="5D6F4F3F" w14:textId="2AE42B66" w:rsidR="00C547A4" w:rsidRDefault="00C547A4" w:rsidP="001C04B5">
            <w:pPr>
              <w:pStyle w:val="TableText"/>
              <w:rPr>
                <w:rStyle w:val="AnswerGray"/>
              </w:rPr>
            </w:pPr>
          </w:p>
        </w:tc>
        <w:tc>
          <w:tcPr>
            <w:tcW w:w="1924" w:type="dxa"/>
            <w:vAlign w:val="bottom"/>
          </w:tcPr>
          <w:p w14:paraId="12401568" w14:textId="0E61A1D4" w:rsidR="00C547A4" w:rsidRDefault="00C547A4" w:rsidP="001C04B5">
            <w:pPr>
              <w:pStyle w:val="TableText"/>
              <w:rPr>
                <w:rStyle w:val="AnswerGray"/>
              </w:rPr>
            </w:pPr>
          </w:p>
        </w:tc>
      </w:tr>
      <w:tr w:rsidR="00C547A4" w:rsidDel="00615849" w14:paraId="66DB971B" w14:textId="77777777" w:rsidTr="00EF6C33">
        <w:trPr>
          <w:cantSplit/>
          <w:jc w:val="center"/>
        </w:trPr>
        <w:tc>
          <w:tcPr>
            <w:tcW w:w="2517" w:type="dxa"/>
            <w:vAlign w:val="bottom"/>
          </w:tcPr>
          <w:p w14:paraId="7715CB5C" w14:textId="77777777" w:rsidR="00C547A4" w:rsidRDefault="00C547A4" w:rsidP="001C04B5">
            <w:pPr>
              <w:pStyle w:val="TableText"/>
            </w:pPr>
            <w:r>
              <w:t>BR2 HVAC C2LAN</w:t>
            </w:r>
          </w:p>
        </w:tc>
        <w:tc>
          <w:tcPr>
            <w:tcW w:w="1620" w:type="dxa"/>
            <w:vAlign w:val="bottom"/>
          </w:tcPr>
          <w:p w14:paraId="1A27804F" w14:textId="77777777" w:rsidR="00C547A4" w:rsidRDefault="00C547A4" w:rsidP="001C04B5">
            <w:pPr>
              <w:pStyle w:val="TableText"/>
            </w:pPr>
            <w:r>
              <w:t>4</w:t>
            </w:r>
          </w:p>
        </w:tc>
        <w:tc>
          <w:tcPr>
            <w:tcW w:w="2070" w:type="dxa"/>
            <w:vAlign w:val="bottom"/>
          </w:tcPr>
          <w:p w14:paraId="78722226" w14:textId="5289F737" w:rsidR="00C547A4" w:rsidRDefault="00C547A4" w:rsidP="001C04B5">
            <w:pPr>
              <w:pStyle w:val="TableText"/>
              <w:rPr>
                <w:rStyle w:val="AnswerGray"/>
              </w:rPr>
            </w:pPr>
          </w:p>
        </w:tc>
        <w:tc>
          <w:tcPr>
            <w:tcW w:w="1856" w:type="dxa"/>
            <w:vAlign w:val="bottom"/>
          </w:tcPr>
          <w:p w14:paraId="4D9508A2" w14:textId="11DDD179" w:rsidR="00C547A4" w:rsidRDefault="00C547A4" w:rsidP="001C04B5">
            <w:pPr>
              <w:pStyle w:val="TableText"/>
              <w:rPr>
                <w:rStyle w:val="AnswerGray"/>
              </w:rPr>
            </w:pPr>
          </w:p>
        </w:tc>
        <w:tc>
          <w:tcPr>
            <w:tcW w:w="1924" w:type="dxa"/>
            <w:vAlign w:val="bottom"/>
          </w:tcPr>
          <w:p w14:paraId="6979205E" w14:textId="05B9D64B" w:rsidR="00C547A4" w:rsidRDefault="00C547A4" w:rsidP="001C04B5">
            <w:pPr>
              <w:pStyle w:val="TableText"/>
              <w:rPr>
                <w:rStyle w:val="AnswerGray"/>
              </w:rPr>
            </w:pPr>
          </w:p>
        </w:tc>
      </w:tr>
      <w:tr w:rsidR="00C547A4" w:rsidDel="00615849" w14:paraId="21AC6085" w14:textId="77777777" w:rsidTr="00EF6C33">
        <w:trPr>
          <w:cantSplit/>
          <w:jc w:val="center"/>
        </w:trPr>
        <w:tc>
          <w:tcPr>
            <w:tcW w:w="2517" w:type="dxa"/>
            <w:vAlign w:val="bottom"/>
          </w:tcPr>
          <w:p w14:paraId="1140C24D" w14:textId="77777777" w:rsidR="00C547A4" w:rsidRDefault="00C547A4" w:rsidP="001C04B5">
            <w:pPr>
              <w:pStyle w:val="TableText"/>
            </w:pPr>
            <w:r>
              <w:t>BR1-BR2 Link</w:t>
            </w:r>
          </w:p>
        </w:tc>
        <w:tc>
          <w:tcPr>
            <w:tcW w:w="1620" w:type="dxa"/>
            <w:vAlign w:val="bottom"/>
          </w:tcPr>
          <w:p w14:paraId="7C6AAF21" w14:textId="77777777" w:rsidR="00C547A4" w:rsidRDefault="00C547A4" w:rsidP="001C04B5">
            <w:pPr>
              <w:pStyle w:val="TableText"/>
            </w:pPr>
            <w:r>
              <w:t>2</w:t>
            </w:r>
          </w:p>
        </w:tc>
        <w:tc>
          <w:tcPr>
            <w:tcW w:w="2070" w:type="dxa"/>
            <w:vAlign w:val="bottom"/>
          </w:tcPr>
          <w:p w14:paraId="23CD76CE" w14:textId="455EABBA" w:rsidR="00C547A4" w:rsidRDefault="00C547A4" w:rsidP="001C04B5">
            <w:pPr>
              <w:pStyle w:val="TableText"/>
              <w:rPr>
                <w:rStyle w:val="AnswerGray"/>
              </w:rPr>
            </w:pPr>
          </w:p>
        </w:tc>
        <w:tc>
          <w:tcPr>
            <w:tcW w:w="1856" w:type="dxa"/>
            <w:vAlign w:val="bottom"/>
          </w:tcPr>
          <w:p w14:paraId="1C539361" w14:textId="5BEEC60D" w:rsidR="00C547A4" w:rsidRDefault="00C547A4" w:rsidP="001C04B5">
            <w:pPr>
              <w:pStyle w:val="TableText"/>
              <w:rPr>
                <w:rStyle w:val="AnswerGray"/>
              </w:rPr>
            </w:pPr>
          </w:p>
        </w:tc>
        <w:tc>
          <w:tcPr>
            <w:tcW w:w="1924" w:type="dxa"/>
            <w:vAlign w:val="bottom"/>
          </w:tcPr>
          <w:p w14:paraId="4D49C236" w14:textId="7230C580" w:rsidR="00C547A4" w:rsidRDefault="00C547A4" w:rsidP="001C04B5">
            <w:pPr>
              <w:pStyle w:val="TableText"/>
              <w:rPr>
                <w:rStyle w:val="AnswerGray"/>
              </w:rPr>
            </w:pPr>
          </w:p>
        </w:tc>
      </w:tr>
    </w:tbl>
    <w:p w14:paraId="6CFF8C0E" w14:textId="77777777" w:rsidR="00C547A4" w:rsidRDefault="00C547A4" w:rsidP="00C547A4">
      <w:pPr>
        <w:pStyle w:val="Heading3"/>
      </w:pPr>
      <w:r>
        <w:t>Complete the device interface address table.</w:t>
      </w:r>
    </w:p>
    <w:p w14:paraId="22ACE8B4" w14:textId="41A8A0A7" w:rsidR="00C547A4" w:rsidRDefault="00C547A4" w:rsidP="00C547A4">
      <w:pPr>
        <w:pStyle w:val="BodyTextL25"/>
      </w:pPr>
      <w:r>
        <w:t>Assign the first host address in the subnet to the Ethernet interfaces. BR1 should be assigned the first host address in the BR1-BR2 Link.</w:t>
      </w:r>
    </w:p>
    <w:tbl>
      <w:tblPr>
        <w:tblStyle w:val="LabTableStyle"/>
        <w:tblW w:w="0" w:type="auto"/>
        <w:tblLook w:val="04A0" w:firstRow="1" w:lastRow="0" w:firstColumn="1" w:lastColumn="0" w:noHBand="0" w:noVBand="1"/>
        <w:tblDescription w:val="This table shows the addressing  for the Device, Interface, IP Address, Subnet Mask and device interface."/>
      </w:tblPr>
      <w:tblGrid>
        <w:gridCol w:w="1977"/>
        <w:gridCol w:w="1620"/>
        <w:gridCol w:w="2160"/>
        <w:gridCol w:w="2070"/>
        <w:gridCol w:w="2146"/>
      </w:tblGrid>
      <w:tr w:rsidR="001C04B5" w:rsidRPr="00615849" w14:paraId="49A0476C" w14:textId="77777777" w:rsidTr="0087176C">
        <w:trPr>
          <w:cnfStyle w:val="100000000000" w:firstRow="1" w:lastRow="0" w:firstColumn="0" w:lastColumn="0" w:oddVBand="0" w:evenVBand="0" w:oddHBand="0" w:evenHBand="0" w:firstRowFirstColumn="0" w:firstRowLastColumn="0" w:lastRowFirstColumn="0" w:lastRowLastColumn="0"/>
          <w:tblHeader/>
        </w:trPr>
        <w:tc>
          <w:tcPr>
            <w:tcW w:w="1977" w:type="dxa"/>
            <w:tcBorders>
              <w:bottom w:val="single" w:sz="4" w:space="0" w:color="auto"/>
            </w:tcBorders>
          </w:tcPr>
          <w:p w14:paraId="56BC2837" w14:textId="77777777" w:rsidR="00C547A4" w:rsidRPr="00D02265" w:rsidRDefault="00C547A4" w:rsidP="001C04B5">
            <w:pPr>
              <w:pStyle w:val="BodyTextL25"/>
              <w:ind w:left="0"/>
              <w:rPr>
                <w:b/>
                <w:bCs/>
              </w:rPr>
            </w:pPr>
            <w:r w:rsidRPr="00D02265">
              <w:rPr>
                <w:b/>
                <w:bCs/>
              </w:rPr>
              <w:t>Device</w:t>
            </w:r>
          </w:p>
        </w:tc>
        <w:tc>
          <w:tcPr>
            <w:tcW w:w="1620" w:type="dxa"/>
          </w:tcPr>
          <w:p w14:paraId="0B5F9DE0" w14:textId="77777777" w:rsidR="00C547A4" w:rsidRPr="00D02265" w:rsidRDefault="00C547A4" w:rsidP="001C04B5">
            <w:pPr>
              <w:pStyle w:val="BodyTextL25"/>
              <w:ind w:left="0"/>
              <w:rPr>
                <w:b/>
                <w:bCs/>
              </w:rPr>
            </w:pPr>
            <w:r w:rsidRPr="00D02265">
              <w:rPr>
                <w:b/>
                <w:bCs/>
              </w:rPr>
              <w:t>Interface</w:t>
            </w:r>
          </w:p>
        </w:tc>
        <w:tc>
          <w:tcPr>
            <w:tcW w:w="2160" w:type="dxa"/>
          </w:tcPr>
          <w:p w14:paraId="6E385052" w14:textId="77777777" w:rsidR="00C547A4" w:rsidRPr="00D02265" w:rsidRDefault="00C547A4" w:rsidP="001C04B5">
            <w:pPr>
              <w:pStyle w:val="BodyTextL25"/>
              <w:ind w:left="0"/>
              <w:rPr>
                <w:b/>
                <w:bCs/>
              </w:rPr>
            </w:pPr>
            <w:r w:rsidRPr="00D02265">
              <w:rPr>
                <w:b/>
                <w:bCs/>
              </w:rPr>
              <w:t>IP Address</w:t>
            </w:r>
          </w:p>
        </w:tc>
        <w:tc>
          <w:tcPr>
            <w:tcW w:w="2070" w:type="dxa"/>
          </w:tcPr>
          <w:p w14:paraId="016E519B" w14:textId="77777777" w:rsidR="00C547A4" w:rsidRPr="00D02265" w:rsidRDefault="00C547A4" w:rsidP="001C04B5">
            <w:pPr>
              <w:pStyle w:val="BodyTextL25"/>
              <w:ind w:left="0"/>
              <w:rPr>
                <w:b/>
                <w:bCs/>
              </w:rPr>
            </w:pPr>
            <w:r w:rsidRPr="00D02265">
              <w:rPr>
                <w:b/>
                <w:bCs/>
              </w:rPr>
              <w:t>Subnet Mask</w:t>
            </w:r>
          </w:p>
        </w:tc>
        <w:tc>
          <w:tcPr>
            <w:tcW w:w="2146" w:type="dxa"/>
          </w:tcPr>
          <w:p w14:paraId="003D4582" w14:textId="77777777" w:rsidR="00C547A4" w:rsidRPr="00D02265" w:rsidRDefault="00C547A4" w:rsidP="001C04B5">
            <w:pPr>
              <w:pStyle w:val="BodyTextL25"/>
              <w:ind w:left="0"/>
              <w:rPr>
                <w:b/>
                <w:bCs/>
              </w:rPr>
            </w:pPr>
            <w:r w:rsidRPr="00D02265">
              <w:rPr>
                <w:b/>
                <w:bCs/>
              </w:rPr>
              <w:t>Device Interface</w:t>
            </w:r>
          </w:p>
        </w:tc>
      </w:tr>
      <w:tr w:rsidR="00C547A4" w14:paraId="37E1E72A" w14:textId="77777777" w:rsidTr="00F75CA5">
        <w:tc>
          <w:tcPr>
            <w:tcW w:w="1977" w:type="dxa"/>
            <w:tcBorders>
              <w:top w:val="single" w:sz="4" w:space="0" w:color="auto"/>
              <w:bottom w:val="nil"/>
            </w:tcBorders>
            <w:shd w:val="clear" w:color="auto" w:fill="FFFFFF" w:themeFill="background1"/>
            <w:vAlign w:val="center"/>
          </w:tcPr>
          <w:p w14:paraId="16BC9195" w14:textId="13863E75" w:rsidR="00C547A4" w:rsidRDefault="001C04B5" w:rsidP="00F75CA5">
            <w:pPr>
              <w:pStyle w:val="TableText"/>
            </w:pPr>
            <w:r>
              <w:t>BR1</w:t>
            </w:r>
          </w:p>
        </w:tc>
        <w:tc>
          <w:tcPr>
            <w:tcW w:w="1620" w:type="dxa"/>
            <w:shd w:val="clear" w:color="auto" w:fill="FFFFFF" w:themeFill="background1"/>
          </w:tcPr>
          <w:p w14:paraId="5B29D007" w14:textId="0A63D62E" w:rsidR="00C547A4" w:rsidRDefault="00B66E95" w:rsidP="001C04B5">
            <w:pPr>
              <w:pStyle w:val="TableText"/>
            </w:pPr>
            <w:r>
              <w:t>G0/0/0</w:t>
            </w:r>
          </w:p>
        </w:tc>
        <w:tc>
          <w:tcPr>
            <w:tcW w:w="2160" w:type="dxa"/>
            <w:shd w:val="clear" w:color="auto" w:fill="FFFFFF" w:themeFill="background1"/>
          </w:tcPr>
          <w:p w14:paraId="6E1E80A5" w14:textId="77777777" w:rsidR="00C547A4" w:rsidRDefault="00C547A4" w:rsidP="001C04B5">
            <w:pPr>
              <w:pStyle w:val="TableText"/>
            </w:pPr>
            <w:r>
              <w:t>192.168.33.249</w:t>
            </w:r>
          </w:p>
        </w:tc>
        <w:tc>
          <w:tcPr>
            <w:tcW w:w="2070" w:type="dxa"/>
            <w:shd w:val="clear" w:color="auto" w:fill="FFFFFF" w:themeFill="background1"/>
          </w:tcPr>
          <w:p w14:paraId="233A2D8F" w14:textId="77777777" w:rsidR="00C547A4" w:rsidRDefault="00C547A4" w:rsidP="001C04B5">
            <w:pPr>
              <w:pStyle w:val="TableText"/>
            </w:pPr>
            <w:r>
              <w:t>255.255.255.252</w:t>
            </w:r>
          </w:p>
        </w:tc>
        <w:tc>
          <w:tcPr>
            <w:tcW w:w="2146" w:type="dxa"/>
            <w:shd w:val="clear" w:color="auto" w:fill="FFFFFF" w:themeFill="background1"/>
          </w:tcPr>
          <w:p w14:paraId="09F284EB" w14:textId="77777777" w:rsidR="00C547A4" w:rsidRDefault="00C547A4" w:rsidP="001C04B5">
            <w:pPr>
              <w:pStyle w:val="TableText"/>
            </w:pPr>
            <w:r>
              <w:t>BR1-BR2 Link</w:t>
            </w:r>
          </w:p>
        </w:tc>
      </w:tr>
      <w:tr w:rsidR="00F75CA5" w14:paraId="7A417900" w14:textId="77777777" w:rsidTr="00F75CA5">
        <w:tc>
          <w:tcPr>
            <w:tcW w:w="1977" w:type="dxa"/>
            <w:tcBorders>
              <w:top w:val="nil"/>
              <w:bottom w:val="single" w:sz="2" w:space="0" w:color="auto"/>
            </w:tcBorders>
            <w:shd w:val="clear" w:color="auto" w:fill="FFFFFF" w:themeFill="background1"/>
            <w:vAlign w:val="center"/>
          </w:tcPr>
          <w:p w14:paraId="4E303AC6" w14:textId="7E81F6D2" w:rsidR="00F75CA5" w:rsidRDefault="00F75CA5" w:rsidP="00F75CA5">
            <w:pPr>
              <w:pStyle w:val="ConfigWindow"/>
            </w:pPr>
            <w:r>
              <w:t>BR1</w:t>
            </w:r>
          </w:p>
        </w:tc>
        <w:tc>
          <w:tcPr>
            <w:tcW w:w="1620" w:type="dxa"/>
            <w:shd w:val="clear" w:color="auto" w:fill="FFFFFF" w:themeFill="background1"/>
          </w:tcPr>
          <w:p w14:paraId="2B4B9B85" w14:textId="5AE6DC7C" w:rsidR="00F75CA5" w:rsidRDefault="00F75CA5" w:rsidP="00F75CA5">
            <w:pPr>
              <w:pStyle w:val="TableText"/>
            </w:pPr>
            <w:r>
              <w:t>G0/0/1</w:t>
            </w:r>
          </w:p>
        </w:tc>
        <w:tc>
          <w:tcPr>
            <w:tcW w:w="2160" w:type="dxa"/>
            <w:shd w:val="clear" w:color="auto" w:fill="FFFFFF" w:themeFill="background1"/>
          </w:tcPr>
          <w:p w14:paraId="0E99F73D" w14:textId="65A5672C" w:rsidR="00F75CA5" w:rsidRDefault="00F75CA5" w:rsidP="00F75CA5">
            <w:pPr>
              <w:pStyle w:val="TableText"/>
            </w:pPr>
            <w:r>
              <w:t>192.168.33.129</w:t>
            </w:r>
          </w:p>
        </w:tc>
        <w:tc>
          <w:tcPr>
            <w:tcW w:w="2070" w:type="dxa"/>
            <w:shd w:val="clear" w:color="auto" w:fill="FFFFFF" w:themeFill="background1"/>
          </w:tcPr>
          <w:p w14:paraId="43AEA24C" w14:textId="1573F2EE" w:rsidR="00F75CA5" w:rsidRDefault="00F75CA5" w:rsidP="00F75CA5">
            <w:pPr>
              <w:pStyle w:val="TableText"/>
            </w:pPr>
            <w:r>
              <w:t>255.255.255.192</w:t>
            </w:r>
          </w:p>
        </w:tc>
        <w:tc>
          <w:tcPr>
            <w:tcW w:w="2146" w:type="dxa"/>
            <w:shd w:val="clear" w:color="auto" w:fill="FFFFFF" w:themeFill="background1"/>
          </w:tcPr>
          <w:p w14:paraId="1D950DDC" w14:textId="1C3B562D" w:rsidR="00F75CA5" w:rsidRDefault="00F75CA5" w:rsidP="00F75CA5">
            <w:pPr>
              <w:pStyle w:val="TableText"/>
            </w:pPr>
            <w:r>
              <w:t>40 Host LAN</w:t>
            </w:r>
          </w:p>
        </w:tc>
      </w:tr>
      <w:tr w:rsidR="00F75CA5" w14:paraId="36AE6C95" w14:textId="77777777" w:rsidTr="00055E63">
        <w:tc>
          <w:tcPr>
            <w:tcW w:w="1977" w:type="dxa"/>
            <w:tcBorders>
              <w:bottom w:val="nil"/>
            </w:tcBorders>
            <w:shd w:val="clear" w:color="auto" w:fill="FFFFFF" w:themeFill="background1"/>
            <w:vAlign w:val="center"/>
          </w:tcPr>
          <w:p w14:paraId="706E0E25" w14:textId="77777777" w:rsidR="00F75CA5" w:rsidRDefault="00F75CA5" w:rsidP="00F75CA5">
            <w:pPr>
              <w:pStyle w:val="TableText"/>
            </w:pPr>
            <w:r>
              <w:t>BR2</w:t>
            </w:r>
          </w:p>
        </w:tc>
        <w:tc>
          <w:tcPr>
            <w:tcW w:w="1620" w:type="dxa"/>
            <w:shd w:val="clear" w:color="auto" w:fill="FFFFFF" w:themeFill="background1"/>
          </w:tcPr>
          <w:p w14:paraId="4921A41E" w14:textId="77777777" w:rsidR="00F75CA5" w:rsidRDefault="00F75CA5" w:rsidP="00F75CA5">
            <w:pPr>
              <w:pStyle w:val="TableText"/>
            </w:pPr>
            <w:r>
              <w:t>G0/0/0</w:t>
            </w:r>
          </w:p>
        </w:tc>
        <w:tc>
          <w:tcPr>
            <w:tcW w:w="2160" w:type="dxa"/>
            <w:shd w:val="clear" w:color="auto" w:fill="FFFFFF" w:themeFill="background1"/>
          </w:tcPr>
          <w:p w14:paraId="2AA1E459" w14:textId="77777777" w:rsidR="00F75CA5" w:rsidRDefault="00F75CA5" w:rsidP="00F75CA5">
            <w:pPr>
              <w:pStyle w:val="TableText"/>
            </w:pPr>
            <w:r>
              <w:t>192.168.33.250</w:t>
            </w:r>
          </w:p>
        </w:tc>
        <w:tc>
          <w:tcPr>
            <w:tcW w:w="2070" w:type="dxa"/>
            <w:shd w:val="clear" w:color="auto" w:fill="FFFFFF" w:themeFill="background1"/>
          </w:tcPr>
          <w:p w14:paraId="1FC1EED2" w14:textId="77777777" w:rsidR="00F75CA5" w:rsidRDefault="00F75CA5" w:rsidP="00F75CA5">
            <w:pPr>
              <w:pStyle w:val="TableText"/>
            </w:pPr>
            <w:r>
              <w:t>255.255.255.252</w:t>
            </w:r>
          </w:p>
        </w:tc>
        <w:tc>
          <w:tcPr>
            <w:tcW w:w="2146" w:type="dxa"/>
            <w:shd w:val="clear" w:color="auto" w:fill="FFFFFF" w:themeFill="background1"/>
          </w:tcPr>
          <w:p w14:paraId="6DF3A283" w14:textId="77777777" w:rsidR="00F75CA5" w:rsidRDefault="00F75CA5" w:rsidP="00F75CA5">
            <w:pPr>
              <w:pStyle w:val="TableText"/>
            </w:pPr>
            <w:r>
              <w:t>BR1-BR2 Link</w:t>
            </w:r>
          </w:p>
        </w:tc>
      </w:tr>
      <w:tr w:rsidR="00F75CA5" w14:paraId="30BB199B" w14:textId="77777777" w:rsidTr="00055E63">
        <w:tc>
          <w:tcPr>
            <w:tcW w:w="1977" w:type="dxa"/>
            <w:tcBorders>
              <w:top w:val="nil"/>
            </w:tcBorders>
            <w:shd w:val="clear" w:color="auto" w:fill="FFFFFF" w:themeFill="background1"/>
          </w:tcPr>
          <w:p w14:paraId="5C8866AB" w14:textId="003A0669" w:rsidR="00F75CA5" w:rsidRDefault="00F75CA5" w:rsidP="00F75CA5">
            <w:pPr>
              <w:pStyle w:val="ConfigWindow"/>
            </w:pPr>
            <w:r>
              <w:t>BR2</w:t>
            </w:r>
          </w:p>
        </w:tc>
        <w:tc>
          <w:tcPr>
            <w:tcW w:w="1620" w:type="dxa"/>
            <w:shd w:val="clear" w:color="auto" w:fill="FFFFFF" w:themeFill="background1"/>
          </w:tcPr>
          <w:p w14:paraId="77D7A674" w14:textId="77777777" w:rsidR="00F75CA5" w:rsidRDefault="00F75CA5" w:rsidP="00F75CA5">
            <w:pPr>
              <w:pStyle w:val="TableText"/>
            </w:pPr>
            <w:r>
              <w:t>G0/0/1</w:t>
            </w:r>
          </w:p>
        </w:tc>
        <w:tc>
          <w:tcPr>
            <w:tcW w:w="2160" w:type="dxa"/>
            <w:shd w:val="clear" w:color="auto" w:fill="FFFFFF" w:themeFill="background1"/>
          </w:tcPr>
          <w:p w14:paraId="2719A568" w14:textId="77777777" w:rsidR="00F75CA5" w:rsidRDefault="00F75CA5" w:rsidP="00F75CA5">
            <w:pPr>
              <w:pStyle w:val="TableText"/>
            </w:pPr>
            <w:r>
              <w:t>192.168.33.193</w:t>
            </w:r>
          </w:p>
        </w:tc>
        <w:tc>
          <w:tcPr>
            <w:tcW w:w="2070" w:type="dxa"/>
            <w:shd w:val="clear" w:color="auto" w:fill="FFFFFF" w:themeFill="background1"/>
          </w:tcPr>
          <w:p w14:paraId="1DEB4499" w14:textId="77777777" w:rsidR="00F75CA5" w:rsidRDefault="00F75CA5" w:rsidP="00F75CA5">
            <w:pPr>
              <w:pStyle w:val="TableText"/>
            </w:pPr>
            <w:r>
              <w:t>255.255.255.224</w:t>
            </w:r>
          </w:p>
        </w:tc>
        <w:tc>
          <w:tcPr>
            <w:tcW w:w="2146" w:type="dxa"/>
            <w:shd w:val="clear" w:color="auto" w:fill="FFFFFF" w:themeFill="background1"/>
          </w:tcPr>
          <w:p w14:paraId="65B375CD" w14:textId="77777777" w:rsidR="00F75CA5" w:rsidRDefault="00F75CA5" w:rsidP="00F75CA5">
            <w:pPr>
              <w:pStyle w:val="TableText"/>
            </w:pPr>
            <w:r>
              <w:t>25 Host LAN</w:t>
            </w:r>
          </w:p>
        </w:tc>
      </w:tr>
    </w:tbl>
    <w:p w14:paraId="14D22AE0" w14:textId="77777777" w:rsidR="00C547A4" w:rsidRDefault="00C547A4" w:rsidP="00C547A4">
      <w:pPr>
        <w:pStyle w:val="Heading2"/>
      </w:pPr>
      <w:r>
        <w:t>Cable and Configure the IPv4 Network</w:t>
      </w:r>
    </w:p>
    <w:p w14:paraId="5DC38580" w14:textId="77777777" w:rsidR="00C547A4" w:rsidRDefault="00C547A4" w:rsidP="00C547A4">
      <w:pPr>
        <w:pStyle w:val="BodyTextL25"/>
      </w:pPr>
      <w:r>
        <w:t>In Part 3, you will cable the network to match the topology and configure the three routers using the VLSM address scheme that you developed in Part 2.</w:t>
      </w:r>
    </w:p>
    <w:p w14:paraId="30E56D32" w14:textId="77777777" w:rsidR="00C547A4" w:rsidRDefault="00C547A4" w:rsidP="00C547A4">
      <w:pPr>
        <w:pStyle w:val="Heading3"/>
      </w:pPr>
      <w:r>
        <w:t>Cable the network as shown in the topology.</w:t>
      </w:r>
    </w:p>
    <w:p w14:paraId="6C9AEE01" w14:textId="59CE1944" w:rsidR="00C547A4" w:rsidRDefault="00C547A4" w:rsidP="00C547A4">
      <w:pPr>
        <w:pStyle w:val="Heading3"/>
      </w:pPr>
      <w:r>
        <w:t>Configure basic settings on each router.</w:t>
      </w:r>
    </w:p>
    <w:p w14:paraId="52AC2529" w14:textId="17C88FCF" w:rsidR="000A50D5" w:rsidRPr="000A50D5" w:rsidRDefault="000A50D5" w:rsidP="000A50D5">
      <w:pPr>
        <w:pStyle w:val="ConfigWindow"/>
      </w:pPr>
      <w:r>
        <w:t>Open a configuration window</w:t>
      </w:r>
    </w:p>
    <w:p w14:paraId="0EA98A36" w14:textId="1AEF3C08" w:rsidR="00C547A4" w:rsidRDefault="00C547A4" w:rsidP="000A50D5">
      <w:pPr>
        <w:pStyle w:val="SubStepAlpha"/>
        <w:spacing w:before="0"/>
      </w:pPr>
      <w:r>
        <w:t>Assign the device name to the router</w:t>
      </w:r>
      <w:r w:rsidR="000A50D5">
        <w:t>s</w:t>
      </w:r>
      <w:r>
        <w:t>.</w:t>
      </w:r>
    </w:p>
    <w:p w14:paraId="2D68F040" w14:textId="29CBCCAD" w:rsidR="00C547A4" w:rsidRDefault="00C547A4" w:rsidP="00055E63">
      <w:pPr>
        <w:pStyle w:val="SubStepAlpha"/>
      </w:pPr>
      <w:r>
        <w:t>Disable DNS lookup to prevent the router</w:t>
      </w:r>
      <w:r w:rsidR="000A50D5">
        <w:t>s</w:t>
      </w:r>
      <w:r>
        <w:t xml:space="preserve"> from attempting to translate incorrectly entered commands as though they were hostnames.</w:t>
      </w:r>
    </w:p>
    <w:p w14:paraId="7815FB13" w14:textId="4F51FA7F" w:rsidR="00C547A4" w:rsidRDefault="00C547A4" w:rsidP="00055E63">
      <w:pPr>
        <w:pStyle w:val="SubStepAlpha"/>
      </w:pPr>
      <w:r>
        <w:t xml:space="preserve">Assign </w:t>
      </w:r>
      <w:r w:rsidRPr="00960AFB">
        <w:rPr>
          <w:b/>
        </w:rPr>
        <w:t>class</w:t>
      </w:r>
      <w:r>
        <w:t xml:space="preserve"> as the privileged EXEC encrypted </w:t>
      </w:r>
      <w:r w:rsidR="000A50D5">
        <w:t>password for both routers</w:t>
      </w:r>
      <w:r>
        <w:t>.</w:t>
      </w:r>
    </w:p>
    <w:p w14:paraId="12DEC274" w14:textId="72337761" w:rsidR="00C547A4" w:rsidRDefault="00C547A4" w:rsidP="00055E63">
      <w:pPr>
        <w:pStyle w:val="SubStepAlpha"/>
      </w:pPr>
      <w:r>
        <w:t xml:space="preserve">Assign </w:t>
      </w:r>
      <w:r w:rsidRPr="00960AFB">
        <w:rPr>
          <w:b/>
        </w:rPr>
        <w:t>cisco</w:t>
      </w:r>
      <w:r>
        <w:t xml:space="preserve"> as the console password and enable login</w:t>
      </w:r>
      <w:r w:rsidR="000A50D5">
        <w:t xml:space="preserve"> for the routers</w:t>
      </w:r>
      <w:r>
        <w:t>.</w:t>
      </w:r>
    </w:p>
    <w:p w14:paraId="4A6AB767" w14:textId="203524E1" w:rsidR="00C547A4" w:rsidRDefault="00C547A4" w:rsidP="00055E63">
      <w:pPr>
        <w:pStyle w:val="SubStepAlpha"/>
      </w:pPr>
      <w:r>
        <w:t xml:space="preserve">Assign </w:t>
      </w:r>
      <w:r w:rsidRPr="00960AFB">
        <w:rPr>
          <w:b/>
        </w:rPr>
        <w:t>cisco</w:t>
      </w:r>
      <w:r>
        <w:t xml:space="preserve"> as the VTY password and enable login</w:t>
      </w:r>
      <w:r w:rsidR="000A50D5">
        <w:t xml:space="preserve"> for the routers</w:t>
      </w:r>
      <w:r>
        <w:t>.</w:t>
      </w:r>
    </w:p>
    <w:p w14:paraId="661CC73A" w14:textId="52844E5E" w:rsidR="00C547A4" w:rsidRDefault="00C547A4" w:rsidP="00055E63">
      <w:pPr>
        <w:pStyle w:val="SubStepAlpha"/>
      </w:pPr>
      <w:r>
        <w:t>Encrypt the plaintext passwords</w:t>
      </w:r>
      <w:r w:rsidR="000A50D5">
        <w:t xml:space="preserve"> for the routers</w:t>
      </w:r>
      <w:r>
        <w:t>.</w:t>
      </w:r>
    </w:p>
    <w:p w14:paraId="0DD625B6" w14:textId="7955C36D" w:rsidR="00C547A4" w:rsidRDefault="00C547A4" w:rsidP="00055E63">
      <w:pPr>
        <w:pStyle w:val="SubStepAlpha"/>
      </w:pPr>
      <w:r>
        <w:lastRenderedPageBreak/>
        <w:t>Create a banner that will warn anyone accessing the device that un</w:t>
      </w:r>
      <w:r w:rsidR="000A50D5">
        <w:t>authorized access is prohibited on both routers.</w:t>
      </w:r>
    </w:p>
    <w:p w14:paraId="206071BE" w14:textId="77777777" w:rsidR="00C547A4" w:rsidRDefault="00C547A4" w:rsidP="00055E63">
      <w:pPr>
        <w:pStyle w:val="Heading3"/>
      </w:pPr>
      <w:r>
        <w:t>Configure the interfaces on each router.</w:t>
      </w:r>
    </w:p>
    <w:p w14:paraId="2EF83B4C" w14:textId="77777777" w:rsidR="00C547A4" w:rsidRDefault="00C547A4" w:rsidP="00055E63">
      <w:pPr>
        <w:pStyle w:val="SubStepAlpha"/>
      </w:pPr>
      <w:r>
        <w:t>Assign an IP address and subnet mask to each interface using the table that you completed in Part 2.</w:t>
      </w:r>
    </w:p>
    <w:p w14:paraId="01F97643" w14:textId="77777777" w:rsidR="00C547A4" w:rsidRDefault="00C547A4" w:rsidP="00055E63">
      <w:pPr>
        <w:pStyle w:val="SubStepAlpha"/>
      </w:pPr>
      <w:r>
        <w:t>Configure an interface description for each interface.</w:t>
      </w:r>
    </w:p>
    <w:p w14:paraId="4E48B4EB" w14:textId="77777777" w:rsidR="00C547A4" w:rsidRDefault="00C547A4" w:rsidP="00055E63">
      <w:pPr>
        <w:pStyle w:val="SubStepAlpha"/>
      </w:pPr>
      <w:r>
        <w:t>Activate the interfaces.</w:t>
      </w:r>
    </w:p>
    <w:p w14:paraId="077FC824" w14:textId="77777777" w:rsidR="00055E63" w:rsidRPr="00055E63" w:rsidRDefault="00C547A4" w:rsidP="00055E63">
      <w:pPr>
        <w:pStyle w:val="Heading3"/>
      </w:pPr>
      <w:r>
        <w:t>Save th</w:t>
      </w:r>
      <w:r w:rsidR="00055E63">
        <w:t>e configuration on all devices.</w:t>
      </w:r>
    </w:p>
    <w:p w14:paraId="5D345140" w14:textId="77777777" w:rsidR="00C547A4" w:rsidRPr="00055E63" w:rsidRDefault="00C547A4" w:rsidP="00055E63">
      <w:pPr>
        <w:pStyle w:val="Heading3"/>
      </w:pPr>
      <w:r w:rsidRPr="00055E63">
        <w:t>Test Connectivity.</w:t>
      </w:r>
    </w:p>
    <w:p w14:paraId="3B1DED73" w14:textId="77777777" w:rsidR="00C547A4" w:rsidRDefault="00C547A4" w:rsidP="00055E63">
      <w:pPr>
        <w:pStyle w:val="SubStepAlpha"/>
      </w:pPr>
      <w:r>
        <w:t>From BR1, ping BR2’s G0/0/0 interface.</w:t>
      </w:r>
    </w:p>
    <w:p w14:paraId="062B3AFC" w14:textId="5EABCA3A" w:rsidR="00C547A4" w:rsidRDefault="00B66E95" w:rsidP="00055E63">
      <w:pPr>
        <w:pStyle w:val="SubStepAlpha"/>
      </w:pPr>
      <w:r>
        <w:t>From BR2, ping BR1’s G0/0/0</w:t>
      </w:r>
      <w:r w:rsidR="00C547A4">
        <w:t xml:space="preserve"> interface.</w:t>
      </w:r>
    </w:p>
    <w:p w14:paraId="43827FBB" w14:textId="1FAA2969" w:rsidR="00C547A4" w:rsidRDefault="00C547A4" w:rsidP="00055E63">
      <w:pPr>
        <w:pStyle w:val="SubStepAlpha"/>
      </w:pPr>
      <w:r>
        <w:t>Troubleshoot connectivity issues if pings were not successful.</w:t>
      </w:r>
    </w:p>
    <w:p w14:paraId="5E036840" w14:textId="78E35373" w:rsidR="00212627" w:rsidRDefault="00212627" w:rsidP="00212627">
      <w:pPr>
        <w:pStyle w:val="ConfigWindow"/>
        <w:numPr>
          <w:ilvl w:val="0"/>
          <w:numId w:val="5"/>
        </w:numPr>
      </w:pPr>
      <w:r w:rsidRPr="00212627">
        <w:t>Close a configuration window</w:t>
      </w:r>
    </w:p>
    <w:p w14:paraId="006B0CE4" w14:textId="77777777" w:rsidR="00C547A4" w:rsidRPr="003D30B4" w:rsidRDefault="00C547A4" w:rsidP="00C547A4">
      <w:pPr>
        <w:pStyle w:val="BodyTextL25"/>
      </w:pPr>
      <w:r w:rsidRPr="00944818">
        <w:rPr>
          <w:b/>
          <w:highlight w:val="yellow"/>
        </w:rPr>
        <w:t>Note:</w:t>
      </w:r>
      <w:r w:rsidRPr="00944818">
        <w:rPr>
          <w:highlight w:val="yellow"/>
        </w:rPr>
        <w:t xml:space="preserve"> Pings to the </w:t>
      </w:r>
      <w:proofErr w:type="spellStart"/>
      <w:r w:rsidRPr="00944818">
        <w:rPr>
          <w:highlight w:val="yellow"/>
        </w:rPr>
        <w:t>GigabitEthernet</w:t>
      </w:r>
      <w:proofErr w:type="spellEnd"/>
      <w:r w:rsidRPr="00944818">
        <w:rPr>
          <w:highlight w:val="yellow"/>
        </w:rPr>
        <w:t xml:space="preserve"> </w:t>
      </w:r>
      <w:r>
        <w:rPr>
          <w:highlight w:val="yellow"/>
        </w:rPr>
        <w:t>LAN i</w:t>
      </w:r>
      <w:r w:rsidRPr="00944818">
        <w:rPr>
          <w:highlight w:val="yellow"/>
        </w:rPr>
        <w:t xml:space="preserve">nterfaces on other routers will not be successful. A routing protocol needs to be in place for other devices to be aware of those subnets. The </w:t>
      </w:r>
      <w:proofErr w:type="spellStart"/>
      <w:r w:rsidRPr="00944818">
        <w:rPr>
          <w:highlight w:val="yellow"/>
        </w:rPr>
        <w:t>GigabitEthernet</w:t>
      </w:r>
      <w:proofErr w:type="spellEnd"/>
      <w:r w:rsidRPr="00944818">
        <w:rPr>
          <w:highlight w:val="yellow"/>
        </w:rPr>
        <w:t xml:space="preserve"> interfaces also need to be in an up/up state before a routing protocol can add the subnets to the routing table. The focus of this lab is on VLSM and configuring the interfaces.</w:t>
      </w:r>
    </w:p>
    <w:p w14:paraId="25DA4625" w14:textId="2A91C5CF" w:rsidR="00C547A4" w:rsidRDefault="00C547A4" w:rsidP="00C547A4">
      <w:pPr>
        <w:pStyle w:val="Heading1"/>
      </w:pPr>
      <w:r>
        <w:t>Reflection</w:t>
      </w:r>
      <w:r w:rsidR="00055E63">
        <w:t xml:space="preserve"> Question</w:t>
      </w:r>
    </w:p>
    <w:p w14:paraId="41C1BF93" w14:textId="77777777" w:rsidR="00C547A4" w:rsidRDefault="00C547A4" w:rsidP="00C547A4">
      <w:pPr>
        <w:pStyle w:val="BodyTextL25"/>
      </w:pPr>
      <w:r>
        <w:t>Can you think of a shortcut for calculating the network addresses of consecutive /30 subnets?</w:t>
      </w:r>
    </w:p>
    <w:p w14:paraId="43BBE4DA" w14:textId="77777777" w:rsidR="00055E63" w:rsidRDefault="00055E63" w:rsidP="00565B3D">
      <w:pPr>
        <w:pStyle w:val="AnswerLineL50"/>
      </w:pPr>
      <w:r>
        <w:t>Type your</w:t>
      </w:r>
      <w:bookmarkStart w:id="0" w:name="_GoBack"/>
      <w:bookmarkEnd w:id="0"/>
      <w:r>
        <w:t xml:space="preserve"> answers here.</w:t>
      </w:r>
    </w:p>
    <w:p w14:paraId="649D0FD7" w14:textId="77777777" w:rsidR="0087176C" w:rsidRPr="004C0909" w:rsidRDefault="0087176C" w:rsidP="0087176C">
      <w:pPr>
        <w:pStyle w:val="Heading1"/>
        <w:tabs>
          <w:tab w:val="clear" w:pos="0"/>
        </w:tabs>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87176C" w14:paraId="23218C8B" w14:textId="77777777" w:rsidTr="00D02265">
        <w:trPr>
          <w:cnfStyle w:val="100000000000" w:firstRow="1" w:lastRow="0" w:firstColumn="0" w:lastColumn="0" w:oddVBand="0" w:evenVBand="0" w:oddHBand="0" w:evenHBand="0" w:firstRowFirstColumn="0" w:firstRowLastColumn="0" w:lastRowFirstColumn="0" w:lastRowLastColumn="0"/>
          <w:tblHeader/>
        </w:trPr>
        <w:tc>
          <w:tcPr>
            <w:tcW w:w="1530" w:type="dxa"/>
          </w:tcPr>
          <w:p w14:paraId="7875A397" w14:textId="77777777" w:rsidR="0087176C" w:rsidRPr="00763D8B" w:rsidRDefault="0087176C" w:rsidP="00D02265">
            <w:pPr>
              <w:pStyle w:val="TableHeading"/>
            </w:pPr>
            <w:r w:rsidRPr="00763D8B">
              <w:t>Router Model</w:t>
            </w:r>
          </w:p>
        </w:tc>
        <w:tc>
          <w:tcPr>
            <w:tcW w:w="2250" w:type="dxa"/>
          </w:tcPr>
          <w:p w14:paraId="5411CBB2" w14:textId="77777777" w:rsidR="0087176C" w:rsidRPr="00763D8B" w:rsidRDefault="0087176C" w:rsidP="00D02265">
            <w:pPr>
              <w:pStyle w:val="TableHeading"/>
            </w:pPr>
            <w:r w:rsidRPr="00763D8B">
              <w:t>Ethernet Interface #1</w:t>
            </w:r>
          </w:p>
        </w:tc>
        <w:tc>
          <w:tcPr>
            <w:tcW w:w="2250" w:type="dxa"/>
          </w:tcPr>
          <w:p w14:paraId="49C03E9C" w14:textId="77777777" w:rsidR="0087176C" w:rsidRPr="00763D8B" w:rsidRDefault="0087176C" w:rsidP="00D02265">
            <w:pPr>
              <w:pStyle w:val="TableHeading"/>
            </w:pPr>
            <w:r w:rsidRPr="00763D8B">
              <w:t>Ethernet Interface #2</w:t>
            </w:r>
          </w:p>
        </w:tc>
        <w:tc>
          <w:tcPr>
            <w:tcW w:w="2070" w:type="dxa"/>
          </w:tcPr>
          <w:p w14:paraId="6F2EC36E" w14:textId="77777777" w:rsidR="0087176C" w:rsidRPr="00763D8B" w:rsidRDefault="0087176C" w:rsidP="00D02265">
            <w:pPr>
              <w:pStyle w:val="TableHeading"/>
            </w:pPr>
            <w:r w:rsidRPr="00763D8B">
              <w:t>Serial Interface #1</w:t>
            </w:r>
          </w:p>
        </w:tc>
        <w:tc>
          <w:tcPr>
            <w:tcW w:w="2160" w:type="dxa"/>
          </w:tcPr>
          <w:p w14:paraId="700C4E37" w14:textId="77777777" w:rsidR="0087176C" w:rsidRPr="00763D8B" w:rsidRDefault="0087176C" w:rsidP="00D02265">
            <w:pPr>
              <w:pStyle w:val="TableHeading"/>
            </w:pPr>
            <w:r w:rsidRPr="00763D8B">
              <w:t>Serial Interface #2</w:t>
            </w:r>
          </w:p>
        </w:tc>
      </w:tr>
      <w:tr w:rsidR="0087176C" w14:paraId="110D63FE" w14:textId="77777777" w:rsidTr="00D02265">
        <w:tc>
          <w:tcPr>
            <w:tcW w:w="1530" w:type="dxa"/>
          </w:tcPr>
          <w:p w14:paraId="59196E03" w14:textId="77777777" w:rsidR="0087176C" w:rsidRPr="009453F7" w:rsidRDefault="0087176C" w:rsidP="00D02265">
            <w:pPr>
              <w:pStyle w:val="TableText"/>
            </w:pPr>
            <w:r w:rsidRPr="009453F7">
              <w:t>1800</w:t>
            </w:r>
          </w:p>
        </w:tc>
        <w:tc>
          <w:tcPr>
            <w:tcW w:w="2250" w:type="dxa"/>
          </w:tcPr>
          <w:p w14:paraId="3F9E47CD" w14:textId="77777777" w:rsidR="0087176C" w:rsidRPr="009453F7" w:rsidRDefault="0087176C" w:rsidP="00D02265">
            <w:pPr>
              <w:pStyle w:val="TableText"/>
            </w:pPr>
            <w:r w:rsidRPr="009453F7">
              <w:t>Fast Ethernet 0/0 (F0/0)</w:t>
            </w:r>
          </w:p>
        </w:tc>
        <w:tc>
          <w:tcPr>
            <w:tcW w:w="2250" w:type="dxa"/>
          </w:tcPr>
          <w:p w14:paraId="36354DBA" w14:textId="77777777" w:rsidR="0087176C" w:rsidRPr="009453F7" w:rsidRDefault="0087176C" w:rsidP="00D02265">
            <w:pPr>
              <w:pStyle w:val="TableText"/>
            </w:pPr>
            <w:r w:rsidRPr="009453F7">
              <w:t>Fast Ethernet 0/1 (F0/1)</w:t>
            </w:r>
          </w:p>
        </w:tc>
        <w:tc>
          <w:tcPr>
            <w:tcW w:w="2070" w:type="dxa"/>
          </w:tcPr>
          <w:p w14:paraId="35F3B2A3" w14:textId="77777777" w:rsidR="0087176C" w:rsidRPr="009453F7" w:rsidRDefault="0087176C" w:rsidP="00D02265">
            <w:pPr>
              <w:pStyle w:val="TableText"/>
            </w:pPr>
            <w:r w:rsidRPr="009453F7">
              <w:t>Serial 0/0/0 (S0/0/0)</w:t>
            </w:r>
          </w:p>
        </w:tc>
        <w:tc>
          <w:tcPr>
            <w:tcW w:w="2160" w:type="dxa"/>
          </w:tcPr>
          <w:p w14:paraId="6118D76D" w14:textId="77777777" w:rsidR="0087176C" w:rsidRPr="009453F7" w:rsidRDefault="0087176C" w:rsidP="00D02265">
            <w:pPr>
              <w:pStyle w:val="TableText"/>
            </w:pPr>
            <w:r w:rsidRPr="009453F7">
              <w:t>Serial 0/0/1 (S0/0</w:t>
            </w:r>
            <w:r>
              <w:t>/</w:t>
            </w:r>
            <w:r w:rsidRPr="009453F7">
              <w:t>1)</w:t>
            </w:r>
          </w:p>
        </w:tc>
      </w:tr>
      <w:tr w:rsidR="0087176C" w14:paraId="016E41DB" w14:textId="77777777" w:rsidTr="00D02265">
        <w:tc>
          <w:tcPr>
            <w:tcW w:w="1530" w:type="dxa"/>
          </w:tcPr>
          <w:p w14:paraId="49C1B042" w14:textId="77777777" w:rsidR="0087176C" w:rsidRPr="009453F7" w:rsidRDefault="0087176C" w:rsidP="00D02265">
            <w:pPr>
              <w:pStyle w:val="TableText"/>
            </w:pPr>
            <w:r w:rsidRPr="009453F7">
              <w:t>1900</w:t>
            </w:r>
          </w:p>
        </w:tc>
        <w:tc>
          <w:tcPr>
            <w:tcW w:w="2250" w:type="dxa"/>
          </w:tcPr>
          <w:p w14:paraId="2693BB88" w14:textId="77777777" w:rsidR="0087176C" w:rsidRPr="009453F7" w:rsidRDefault="0087176C" w:rsidP="00D02265">
            <w:pPr>
              <w:pStyle w:val="TableText"/>
            </w:pPr>
            <w:r w:rsidRPr="009453F7">
              <w:t>Gigabit Ethernet 0/0 (G0/0)</w:t>
            </w:r>
          </w:p>
        </w:tc>
        <w:tc>
          <w:tcPr>
            <w:tcW w:w="2250" w:type="dxa"/>
          </w:tcPr>
          <w:p w14:paraId="0C8E04EF" w14:textId="77777777" w:rsidR="0087176C" w:rsidRPr="009453F7" w:rsidRDefault="0087176C" w:rsidP="00D02265">
            <w:pPr>
              <w:pStyle w:val="TableText"/>
            </w:pPr>
            <w:r w:rsidRPr="009453F7">
              <w:t>Gigabit Ethernet 0/1 (G0/1)</w:t>
            </w:r>
          </w:p>
        </w:tc>
        <w:tc>
          <w:tcPr>
            <w:tcW w:w="2070" w:type="dxa"/>
          </w:tcPr>
          <w:p w14:paraId="3F6004F7" w14:textId="77777777" w:rsidR="0087176C" w:rsidRPr="009453F7" w:rsidRDefault="0087176C" w:rsidP="00D02265">
            <w:pPr>
              <w:pStyle w:val="TableText"/>
            </w:pPr>
            <w:r w:rsidRPr="009453F7">
              <w:t>Serial 0/0/0 (S0/0/0)</w:t>
            </w:r>
          </w:p>
        </w:tc>
        <w:tc>
          <w:tcPr>
            <w:tcW w:w="2160" w:type="dxa"/>
          </w:tcPr>
          <w:p w14:paraId="61AB3DC9" w14:textId="77777777" w:rsidR="0087176C" w:rsidRPr="009453F7" w:rsidRDefault="0087176C" w:rsidP="00D02265">
            <w:pPr>
              <w:pStyle w:val="TableText"/>
            </w:pPr>
            <w:r w:rsidRPr="009453F7">
              <w:t>Serial 0/0/1 (S0/0/1)</w:t>
            </w:r>
          </w:p>
        </w:tc>
      </w:tr>
      <w:tr w:rsidR="0087176C" w14:paraId="79E7D7FB" w14:textId="77777777" w:rsidTr="00D02265">
        <w:tc>
          <w:tcPr>
            <w:tcW w:w="1530" w:type="dxa"/>
          </w:tcPr>
          <w:p w14:paraId="7DE12F5E" w14:textId="77777777" w:rsidR="0087176C" w:rsidRPr="009453F7" w:rsidRDefault="0087176C" w:rsidP="00D02265">
            <w:pPr>
              <w:pStyle w:val="TableText"/>
            </w:pPr>
            <w:r w:rsidRPr="009453F7">
              <w:t>2801</w:t>
            </w:r>
          </w:p>
        </w:tc>
        <w:tc>
          <w:tcPr>
            <w:tcW w:w="2250" w:type="dxa"/>
          </w:tcPr>
          <w:p w14:paraId="42E32DEC" w14:textId="77777777" w:rsidR="0087176C" w:rsidRPr="009453F7" w:rsidRDefault="0087176C" w:rsidP="00D02265">
            <w:pPr>
              <w:pStyle w:val="TableText"/>
            </w:pPr>
            <w:r w:rsidRPr="009453F7">
              <w:t>Fast Ethernet 0/0 (F0/0)</w:t>
            </w:r>
          </w:p>
        </w:tc>
        <w:tc>
          <w:tcPr>
            <w:tcW w:w="2250" w:type="dxa"/>
          </w:tcPr>
          <w:p w14:paraId="20659705" w14:textId="77777777" w:rsidR="0087176C" w:rsidRPr="009453F7" w:rsidRDefault="0087176C" w:rsidP="00D02265">
            <w:pPr>
              <w:pStyle w:val="TableText"/>
            </w:pPr>
            <w:r w:rsidRPr="009453F7">
              <w:t>Fast Ethernet 0/1 (F0/1)</w:t>
            </w:r>
          </w:p>
        </w:tc>
        <w:tc>
          <w:tcPr>
            <w:tcW w:w="2070" w:type="dxa"/>
          </w:tcPr>
          <w:p w14:paraId="745F5DF3" w14:textId="77777777" w:rsidR="0087176C" w:rsidRPr="009453F7" w:rsidRDefault="0087176C" w:rsidP="00D02265">
            <w:pPr>
              <w:pStyle w:val="TableText"/>
            </w:pPr>
            <w:r w:rsidRPr="009453F7">
              <w:t>Serial 0/1/0 (S0/1/0)</w:t>
            </w:r>
          </w:p>
        </w:tc>
        <w:tc>
          <w:tcPr>
            <w:tcW w:w="2160" w:type="dxa"/>
          </w:tcPr>
          <w:p w14:paraId="09A429E4" w14:textId="77777777" w:rsidR="0087176C" w:rsidRPr="009453F7" w:rsidRDefault="0087176C" w:rsidP="00D02265">
            <w:pPr>
              <w:pStyle w:val="TableText"/>
            </w:pPr>
            <w:r w:rsidRPr="009453F7">
              <w:t>Serial 0/1/1 (S0/1/1)</w:t>
            </w:r>
          </w:p>
        </w:tc>
      </w:tr>
      <w:tr w:rsidR="0087176C" w14:paraId="414E341A" w14:textId="77777777" w:rsidTr="00D02265">
        <w:tc>
          <w:tcPr>
            <w:tcW w:w="1530" w:type="dxa"/>
          </w:tcPr>
          <w:p w14:paraId="4E55B550" w14:textId="77777777" w:rsidR="0087176C" w:rsidRPr="009453F7" w:rsidRDefault="0087176C" w:rsidP="00D02265">
            <w:pPr>
              <w:pStyle w:val="TableText"/>
            </w:pPr>
            <w:r w:rsidRPr="009453F7">
              <w:t>2811</w:t>
            </w:r>
          </w:p>
        </w:tc>
        <w:tc>
          <w:tcPr>
            <w:tcW w:w="2250" w:type="dxa"/>
          </w:tcPr>
          <w:p w14:paraId="4919A517" w14:textId="77777777" w:rsidR="0087176C" w:rsidRPr="009453F7" w:rsidRDefault="0087176C" w:rsidP="00D02265">
            <w:pPr>
              <w:pStyle w:val="TableText"/>
            </w:pPr>
            <w:r w:rsidRPr="009453F7">
              <w:t>Fast Ethernet 0/0 (F0/0)</w:t>
            </w:r>
          </w:p>
        </w:tc>
        <w:tc>
          <w:tcPr>
            <w:tcW w:w="2250" w:type="dxa"/>
          </w:tcPr>
          <w:p w14:paraId="77DF33D3" w14:textId="77777777" w:rsidR="0087176C" w:rsidRPr="009453F7" w:rsidRDefault="0087176C" w:rsidP="00D02265">
            <w:pPr>
              <w:pStyle w:val="TableText"/>
            </w:pPr>
            <w:r w:rsidRPr="009453F7">
              <w:t>Fast Ethernet 0/1 (F0/1)</w:t>
            </w:r>
          </w:p>
        </w:tc>
        <w:tc>
          <w:tcPr>
            <w:tcW w:w="2070" w:type="dxa"/>
          </w:tcPr>
          <w:p w14:paraId="48D42900" w14:textId="77777777" w:rsidR="0087176C" w:rsidRPr="009453F7" w:rsidRDefault="0087176C" w:rsidP="00D02265">
            <w:pPr>
              <w:pStyle w:val="TableText"/>
            </w:pPr>
            <w:r w:rsidRPr="009453F7">
              <w:t>Serial 0/0/0 (S0/0/0)</w:t>
            </w:r>
          </w:p>
        </w:tc>
        <w:tc>
          <w:tcPr>
            <w:tcW w:w="2160" w:type="dxa"/>
          </w:tcPr>
          <w:p w14:paraId="0E35CEE1" w14:textId="77777777" w:rsidR="0087176C" w:rsidRPr="009453F7" w:rsidRDefault="0087176C" w:rsidP="00D02265">
            <w:pPr>
              <w:pStyle w:val="TableText"/>
            </w:pPr>
            <w:r w:rsidRPr="009453F7">
              <w:t>Serial 0/0/1 (S0/0/1)</w:t>
            </w:r>
          </w:p>
        </w:tc>
      </w:tr>
      <w:tr w:rsidR="0087176C" w14:paraId="3A705BFE" w14:textId="77777777" w:rsidTr="00D02265">
        <w:tc>
          <w:tcPr>
            <w:tcW w:w="1530" w:type="dxa"/>
          </w:tcPr>
          <w:p w14:paraId="7031A348" w14:textId="77777777" w:rsidR="0087176C" w:rsidRPr="009453F7" w:rsidRDefault="0087176C" w:rsidP="00D02265">
            <w:pPr>
              <w:pStyle w:val="TableText"/>
            </w:pPr>
            <w:r w:rsidRPr="009453F7">
              <w:t>2900</w:t>
            </w:r>
          </w:p>
        </w:tc>
        <w:tc>
          <w:tcPr>
            <w:tcW w:w="2250" w:type="dxa"/>
          </w:tcPr>
          <w:p w14:paraId="3B51F931" w14:textId="77777777" w:rsidR="0087176C" w:rsidRPr="009453F7" w:rsidRDefault="0087176C" w:rsidP="00D02265">
            <w:pPr>
              <w:pStyle w:val="TableText"/>
            </w:pPr>
            <w:r w:rsidRPr="009453F7">
              <w:t>Gigabit Ethernet 0/0 (G0/0)</w:t>
            </w:r>
          </w:p>
        </w:tc>
        <w:tc>
          <w:tcPr>
            <w:tcW w:w="2250" w:type="dxa"/>
          </w:tcPr>
          <w:p w14:paraId="52D1A657" w14:textId="77777777" w:rsidR="0087176C" w:rsidRPr="009453F7" w:rsidRDefault="0087176C" w:rsidP="00D02265">
            <w:pPr>
              <w:pStyle w:val="TableText"/>
            </w:pPr>
            <w:r w:rsidRPr="009453F7">
              <w:t>Gigabit Ethernet 0/1 (G0/1)</w:t>
            </w:r>
          </w:p>
        </w:tc>
        <w:tc>
          <w:tcPr>
            <w:tcW w:w="2070" w:type="dxa"/>
          </w:tcPr>
          <w:p w14:paraId="4FE733C4" w14:textId="77777777" w:rsidR="0087176C" w:rsidRPr="009453F7" w:rsidRDefault="0087176C" w:rsidP="00D02265">
            <w:pPr>
              <w:pStyle w:val="TableText"/>
            </w:pPr>
            <w:r w:rsidRPr="009453F7">
              <w:t>Serial 0/0/0 (S0/0/0)</w:t>
            </w:r>
          </w:p>
        </w:tc>
        <w:tc>
          <w:tcPr>
            <w:tcW w:w="2160" w:type="dxa"/>
          </w:tcPr>
          <w:p w14:paraId="73B9D013" w14:textId="77777777" w:rsidR="0087176C" w:rsidRPr="009453F7" w:rsidRDefault="0087176C" w:rsidP="00D02265">
            <w:pPr>
              <w:pStyle w:val="TableText"/>
            </w:pPr>
            <w:r w:rsidRPr="009453F7">
              <w:t>Serial 0/0/1 (S0/0/1)</w:t>
            </w:r>
          </w:p>
        </w:tc>
      </w:tr>
      <w:tr w:rsidR="0087176C" w14:paraId="320AE0DA" w14:textId="77777777" w:rsidTr="00D02265">
        <w:tc>
          <w:tcPr>
            <w:tcW w:w="1530" w:type="dxa"/>
          </w:tcPr>
          <w:p w14:paraId="0385F91E" w14:textId="77777777" w:rsidR="0087176C" w:rsidRPr="009453F7" w:rsidRDefault="0087176C" w:rsidP="00D02265">
            <w:pPr>
              <w:pStyle w:val="TableText"/>
            </w:pPr>
            <w:r>
              <w:t>4221</w:t>
            </w:r>
          </w:p>
        </w:tc>
        <w:tc>
          <w:tcPr>
            <w:tcW w:w="2250" w:type="dxa"/>
          </w:tcPr>
          <w:p w14:paraId="45B29F35" w14:textId="77777777" w:rsidR="0087176C" w:rsidRPr="009453F7" w:rsidRDefault="0087176C" w:rsidP="00D02265">
            <w:pPr>
              <w:pStyle w:val="TableText"/>
            </w:pPr>
            <w:r w:rsidRPr="009453F7">
              <w:t>Gigabit Ethernet 0/0</w:t>
            </w:r>
            <w:r>
              <w:t>/0</w:t>
            </w:r>
            <w:r w:rsidRPr="009453F7">
              <w:t xml:space="preserve"> (G0/0</w:t>
            </w:r>
            <w:r>
              <w:t>/0</w:t>
            </w:r>
            <w:r w:rsidRPr="009453F7">
              <w:t>)</w:t>
            </w:r>
          </w:p>
        </w:tc>
        <w:tc>
          <w:tcPr>
            <w:tcW w:w="2250" w:type="dxa"/>
          </w:tcPr>
          <w:p w14:paraId="70928DA4" w14:textId="77777777" w:rsidR="0087176C" w:rsidRPr="009453F7" w:rsidRDefault="0087176C" w:rsidP="00D02265">
            <w:pPr>
              <w:pStyle w:val="TableText"/>
            </w:pPr>
            <w:r w:rsidRPr="009453F7">
              <w:t>Gigabit Ethernet 0/0</w:t>
            </w:r>
            <w:r>
              <w:t>/1</w:t>
            </w:r>
            <w:r w:rsidRPr="009453F7">
              <w:t xml:space="preserve"> (G0/0</w:t>
            </w:r>
            <w:r>
              <w:t>/1</w:t>
            </w:r>
            <w:r w:rsidRPr="009453F7">
              <w:t>)</w:t>
            </w:r>
          </w:p>
        </w:tc>
        <w:tc>
          <w:tcPr>
            <w:tcW w:w="2070" w:type="dxa"/>
          </w:tcPr>
          <w:p w14:paraId="4150C12B" w14:textId="77777777" w:rsidR="0087176C" w:rsidRPr="009453F7" w:rsidRDefault="0087176C" w:rsidP="00D02265">
            <w:pPr>
              <w:pStyle w:val="TableText"/>
            </w:pPr>
            <w:r>
              <w:t>Serial 0/1/0 (S0/1</w:t>
            </w:r>
            <w:r w:rsidRPr="009453F7">
              <w:t>/0)</w:t>
            </w:r>
          </w:p>
        </w:tc>
        <w:tc>
          <w:tcPr>
            <w:tcW w:w="2160" w:type="dxa"/>
          </w:tcPr>
          <w:p w14:paraId="520F5A5F" w14:textId="77777777" w:rsidR="0087176C" w:rsidRPr="009453F7" w:rsidRDefault="0087176C" w:rsidP="00D02265">
            <w:pPr>
              <w:pStyle w:val="TableText"/>
            </w:pPr>
            <w:r>
              <w:t>Serial 0/1/1</w:t>
            </w:r>
            <w:r w:rsidRPr="009453F7">
              <w:t xml:space="preserve"> (S0/</w:t>
            </w:r>
            <w:r>
              <w:t>1/1</w:t>
            </w:r>
            <w:r w:rsidRPr="009453F7">
              <w:t>)</w:t>
            </w:r>
          </w:p>
        </w:tc>
      </w:tr>
      <w:tr w:rsidR="0087176C" w14:paraId="57ED2B9E" w14:textId="77777777" w:rsidTr="00D02265">
        <w:tc>
          <w:tcPr>
            <w:tcW w:w="1530" w:type="dxa"/>
          </w:tcPr>
          <w:p w14:paraId="6660EC13" w14:textId="77777777" w:rsidR="0087176C" w:rsidRDefault="0087176C" w:rsidP="00D02265">
            <w:pPr>
              <w:pStyle w:val="TableText"/>
            </w:pPr>
            <w:r>
              <w:t>4300</w:t>
            </w:r>
          </w:p>
        </w:tc>
        <w:tc>
          <w:tcPr>
            <w:tcW w:w="2250" w:type="dxa"/>
          </w:tcPr>
          <w:p w14:paraId="2F4D8FC9" w14:textId="77777777" w:rsidR="0087176C" w:rsidRPr="009453F7" w:rsidRDefault="0087176C" w:rsidP="00D02265">
            <w:pPr>
              <w:pStyle w:val="TableText"/>
            </w:pPr>
            <w:r w:rsidRPr="009453F7">
              <w:t>Gigabit Ethernet 0/0</w:t>
            </w:r>
            <w:r>
              <w:t>/0</w:t>
            </w:r>
            <w:r w:rsidRPr="009453F7">
              <w:t xml:space="preserve"> (G0/0</w:t>
            </w:r>
            <w:r>
              <w:t>/0</w:t>
            </w:r>
            <w:r w:rsidRPr="009453F7">
              <w:t>)</w:t>
            </w:r>
          </w:p>
        </w:tc>
        <w:tc>
          <w:tcPr>
            <w:tcW w:w="2250" w:type="dxa"/>
          </w:tcPr>
          <w:p w14:paraId="4D91E7A9" w14:textId="77777777" w:rsidR="0087176C" w:rsidRPr="009453F7" w:rsidRDefault="0087176C" w:rsidP="00D02265">
            <w:pPr>
              <w:pStyle w:val="TableText"/>
            </w:pPr>
            <w:r w:rsidRPr="009453F7">
              <w:t>Gigabit Ethernet 0/0</w:t>
            </w:r>
            <w:r>
              <w:t>/1</w:t>
            </w:r>
            <w:r w:rsidRPr="009453F7">
              <w:t xml:space="preserve"> (G0/0</w:t>
            </w:r>
            <w:r>
              <w:t>/1</w:t>
            </w:r>
            <w:r w:rsidRPr="009453F7">
              <w:t>)</w:t>
            </w:r>
          </w:p>
        </w:tc>
        <w:tc>
          <w:tcPr>
            <w:tcW w:w="2070" w:type="dxa"/>
          </w:tcPr>
          <w:p w14:paraId="71712FD5" w14:textId="77777777" w:rsidR="0087176C" w:rsidRDefault="0087176C" w:rsidP="00D02265">
            <w:pPr>
              <w:pStyle w:val="TableText"/>
            </w:pPr>
            <w:r>
              <w:t>Serial 0/1/0 (S0/1</w:t>
            </w:r>
            <w:r w:rsidRPr="009453F7">
              <w:t>/0)</w:t>
            </w:r>
          </w:p>
        </w:tc>
        <w:tc>
          <w:tcPr>
            <w:tcW w:w="2160" w:type="dxa"/>
          </w:tcPr>
          <w:p w14:paraId="1E44FEBC" w14:textId="77777777" w:rsidR="0087176C" w:rsidRDefault="0087176C" w:rsidP="00D02265">
            <w:pPr>
              <w:pStyle w:val="TableText"/>
            </w:pPr>
            <w:r>
              <w:t>Serial 0/1/1</w:t>
            </w:r>
            <w:r w:rsidRPr="009453F7">
              <w:t xml:space="preserve"> (S0/</w:t>
            </w:r>
            <w:r>
              <w:t>1/1</w:t>
            </w:r>
            <w:r w:rsidRPr="009453F7">
              <w:t>)</w:t>
            </w:r>
          </w:p>
        </w:tc>
      </w:tr>
    </w:tbl>
    <w:p w14:paraId="40AF2484" w14:textId="77777777" w:rsidR="0087176C" w:rsidRPr="00603503" w:rsidRDefault="0087176C" w:rsidP="0087176C">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w:t>
      </w:r>
      <w:r w:rsidRPr="00763D8B">
        <w:lastRenderedPageBreak/>
        <w:t>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6C81D00D" w14:textId="22869E2B" w:rsidR="004507DE" w:rsidRPr="004507DE" w:rsidRDefault="004507DE" w:rsidP="004507DE">
      <w:pPr>
        <w:pStyle w:val="ConfigWindow"/>
      </w:pPr>
      <w:r w:rsidRPr="004507DE">
        <w:t>End of document</w:t>
      </w:r>
    </w:p>
    <w:sectPr w:rsidR="004507DE" w:rsidRPr="004507DE"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DF0DA4" w14:textId="77777777" w:rsidR="0038047F" w:rsidRDefault="0038047F" w:rsidP="00710659">
      <w:pPr>
        <w:spacing w:after="0" w:line="240" w:lineRule="auto"/>
      </w:pPr>
      <w:r>
        <w:separator/>
      </w:r>
    </w:p>
    <w:p w14:paraId="671B2A89" w14:textId="77777777" w:rsidR="0038047F" w:rsidRDefault="0038047F"/>
  </w:endnote>
  <w:endnote w:type="continuationSeparator" w:id="0">
    <w:p w14:paraId="477E359D" w14:textId="77777777" w:rsidR="0038047F" w:rsidRDefault="0038047F" w:rsidP="00710659">
      <w:pPr>
        <w:spacing w:after="0" w:line="240" w:lineRule="auto"/>
      </w:pPr>
      <w:r>
        <w:continuationSeparator/>
      </w:r>
    </w:p>
    <w:p w14:paraId="4FDBA29F" w14:textId="77777777" w:rsidR="0038047F" w:rsidRDefault="003804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800C0" w14:textId="77777777" w:rsidR="001C04B5" w:rsidRDefault="001C04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8652E" w14:textId="15D9E6C1" w:rsidR="001C04B5" w:rsidRPr="00882B63" w:rsidRDefault="001C04B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"yyyy"  \* MERGEFORMAT </w:instrText>
    </w:r>
    <w:r>
      <w:fldChar w:fldCharType="separate"/>
    </w:r>
    <w:r w:rsidR="00565B3D">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BF0F21">
      <w:rPr>
        <w:b/>
        <w:noProof/>
        <w:szCs w:val="16"/>
      </w:rPr>
      <w:t>11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BF0F21">
      <w:rPr>
        <w:b/>
        <w:noProof/>
        <w:szCs w:val="16"/>
      </w:rPr>
      <w:t>11</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BF81E" w14:textId="2741C4F7" w:rsidR="001C04B5" w:rsidRPr="00882B63" w:rsidRDefault="001C04B5"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"yyyy"  \* MERGEFORMAT </w:instrText>
    </w:r>
    <w:r>
      <w:fldChar w:fldCharType="separate"/>
    </w:r>
    <w:r w:rsidR="00565B3D">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BF0F21">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BF0F21">
      <w:rPr>
        <w:b/>
        <w:noProof/>
        <w:szCs w:val="16"/>
      </w:rPr>
      <w:t>11</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325A7D" w14:textId="77777777" w:rsidR="0038047F" w:rsidRDefault="0038047F" w:rsidP="00710659">
      <w:pPr>
        <w:spacing w:after="0" w:line="240" w:lineRule="auto"/>
      </w:pPr>
      <w:r>
        <w:separator/>
      </w:r>
    </w:p>
    <w:p w14:paraId="23C620BD" w14:textId="77777777" w:rsidR="0038047F" w:rsidRDefault="0038047F"/>
  </w:footnote>
  <w:footnote w:type="continuationSeparator" w:id="0">
    <w:p w14:paraId="4E7C2253" w14:textId="77777777" w:rsidR="0038047F" w:rsidRDefault="0038047F" w:rsidP="00710659">
      <w:pPr>
        <w:spacing w:after="0" w:line="240" w:lineRule="auto"/>
      </w:pPr>
      <w:r>
        <w:continuationSeparator/>
      </w:r>
    </w:p>
    <w:p w14:paraId="0B3D97A2" w14:textId="77777777" w:rsidR="0038047F" w:rsidRDefault="003804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129BA2" w14:textId="77777777" w:rsidR="001C04B5" w:rsidRDefault="001C04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AFED450C6156485FAE86D4E56A39A14C"/>
      </w:placeholder>
      <w:dataBinding w:prefixMappings="xmlns:ns0='http://purl.org/dc/elements/1.1/' xmlns:ns1='http://schemas.openxmlformats.org/package/2006/metadata/core-properties' " w:xpath="/ns1:coreProperties[1]/ns0:title[1]" w:storeItemID="{6C3C8BC8-F283-45AE-878A-BAB7291924A1}"/>
      <w:text/>
    </w:sdtPr>
    <w:sdtEndPr/>
    <w:sdtContent>
      <w:p w14:paraId="18AD0E95" w14:textId="77777777" w:rsidR="001C04B5" w:rsidRDefault="001C04B5" w:rsidP="008402F2">
        <w:pPr>
          <w:pStyle w:val="PageHead"/>
        </w:pPr>
        <w:r>
          <w:t>Lab - Design and Implement a VLSM Addressing Scheme</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66904" w14:textId="77777777" w:rsidR="001C04B5" w:rsidRDefault="001C04B5" w:rsidP="006C3FCF">
    <w:pPr>
      <w:ind w:left="-288"/>
    </w:pPr>
    <w:r>
      <w:rPr>
        <w:noProof/>
      </w:rPr>
      <w:drawing>
        <wp:inline distT="0" distB="0" distL="0" distR="0" wp14:anchorId="627456BE" wp14:editId="24309416">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D9088116"/>
    <w:styleLink w:val="SectionList"/>
    <w:lvl w:ilvl="0">
      <w:start w:val="1"/>
      <w:numFmt w:val="none"/>
      <w:pStyle w:val="Heading1"/>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2B747CFE"/>
    <w:styleLink w:val="LabList"/>
    <w:lvl w:ilvl="0">
      <w:start w:val="1"/>
      <w:numFmt w:val="none"/>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61030086"/>
    <w:multiLevelType w:val="multilevel"/>
    <w:tmpl w:val="1258F7AC"/>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3"/>
    <w:lvlOverride w:ilvl="0">
      <w:lvl w:ilvl="0">
        <w:start w:val="1"/>
        <w:numFmt w:val="decimal"/>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lvlOverride w:ilvl="0">
      <w:lvl w:ilvl="0">
        <w:start w:val="1"/>
        <w:numFmt w:val="decimal"/>
        <w:lvlText w:val="Part %1:"/>
        <w:lvlJc w:val="left"/>
        <w:pPr>
          <w:tabs>
            <w:tab w:val="num" w:pos="1080"/>
          </w:tabs>
          <w:ind w:left="1080" w:hanging="1080"/>
        </w:pPr>
        <w:rPr>
          <w:rFonts w:hint="default"/>
        </w:rPr>
      </w:lvl>
    </w:lvlOverride>
  </w:num>
  <w:num w:numId="11">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636"/>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55E63"/>
    <w:rsid w:val="00060696"/>
    <w:rsid w:val="00062D89"/>
    <w:rsid w:val="00067A67"/>
    <w:rsid w:val="00070C16"/>
    <w:rsid w:val="00075EA9"/>
    <w:rsid w:val="000769CF"/>
    <w:rsid w:val="000815D8"/>
    <w:rsid w:val="00083539"/>
    <w:rsid w:val="00084C99"/>
    <w:rsid w:val="00085CC6"/>
    <w:rsid w:val="00090C07"/>
    <w:rsid w:val="0009147A"/>
    <w:rsid w:val="00091E8D"/>
    <w:rsid w:val="0009378D"/>
    <w:rsid w:val="00097163"/>
    <w:rsid w:val="000A22C8"/>
    <w:rsid w:val="000A50D5"/>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4B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0584A"/>
    <w:rsid w:val="002113B8"/>
    <w:rsid w:val="00212627"/>
    <w:rsid w:val="00215665"/>
    <w:rsid w:val="002163BB"/>
    <w:rsid w:val="0021792C"/>
    <w:rsid w:val="002240AB"/>
    <w:rsid w:val="00225E37"/>
    <w:rsid w:val="00231DCA"/>
    <w:rsid w:val="00235792"/>
    <w:rsid w:val="00242E3A"/>
    <w:rsid w:val="00246492"/>
    <w:rsid w:val="002506CF"/>
    <w:rsid w:val="0025107F"/>
    <w:rsid w:val="00257400"/>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8047F"/>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7DE"/>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65B3D"/>
    <w:rsid w:val="00570A65"/>
    <w:rsid w:val="005762B1"/>
    <w:rsid w:val="00580456"/>
    <w:rsid w:val="00580E73"/>
    <w:rsid w:val="00587D91"/>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03DB"/>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A80"/>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0ABF"/>
    <w:rsid w:val="008713EA"/>
    <w:rsid w:val="0087176C"/>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522F"/>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1636"/>
    <w:rsid w:val="00B02A8E"/>
    <w:rsid w:val="00B052EE"/>
    <w:rsid w:val="00B1081F"/>
    <w:rsid w:val="00B2496B"/>
    <w:rsid w:val="00B27499"/>
    <w:rsid w:val="00B3010D"/>
    <w:rsid w:val="00B35151"/>
    <w:rsid w:val="00B433F2"/>
    <w:rsid w:val="00B458E8"/>
    <w:rsid w:val="00B5397B"/>
    <w:rsid w:val="00B53EE9"/>
    <w:rsid w:val="00B6183E"/>
    <w:rsid w:val="00B62809"/>
    <w:rsid w:val="00B636BD"/>
    <w:rsid w:val="00B66E95"/>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0F21"/>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47A4"/>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0B62"/>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624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939"/>
    <w:rsid w:val="00EF6C33"/>
    <w:rsid w:val="00F01714"/>
    <w:rsid w:val="00F0258F"/>
    <w:rsid w:val="00F02D06"/>
    <w:rsid w:val="00F048C3"/>
    <w:rsid w:val="00F056E5"/>
    <w:rsid w:val="00F06FDD"/>
    <w:rsid w:val="00F10819"/>
    <w:rsid w:val="00F11219"/>
    <w:rsid w:val="00F14845"/>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75CA5"/>
    <w:rsid w:val="00F8036D"/>
    <w:rsid w:val="00F809DC"/>
    <w:rsid w:val="00F86EB0"/>
    <w:rsid w:val="00FA154B"/>
    <w:rsid w:val="00FA3811"/>
    <w:rsid w:val="00FA3B9F"/>
    <w:rsid w:val="00FA3F06"/>
    <w:rsid w:val="00FA4A26"/>
    <w:rsid w:val="00FA6973"/>
    <w:rsid w:val="00FA7084"/>
    <w:rsid w:val="00FA7BEF"/>
    <w:rsid w:val="00FB1105"/>
    <w:rsid w:val="00FB1929"/>
    <w:rsid w:val="00FB5FD9"/>
    <w:rsid w:val="00FB6713"/>
    <w:rsid w:val="00FB7FFE"/>
    <w:rsid w:val="00FC51BB"/>
    <w:rsid w:val="00FD05AC"/>
    <w:rsid w:val="00FD1398"/>
    <w:rsid w:val="00FD2165"/>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179A94"/>
  <w15:docId w15:val="{CE265398-65C6-4F29-87AC-2329D397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1C04B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E00B62"/>
    <w:pPr>
      <w:keepNext/>
      <w:keepLines/>
      <w:numPr>
        <w:numId w:val="3"/>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BF0F21"/>
    <w:pPr>
      <w:keepNext/>
      <w:spacing w:before="0" w:after="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00B62"/>
    <w:rPr>
      <w:b/>
      <w:bCs/>
      <w:noProof/>
      <w:sz w:val="26"/>
      <w:szCs w:val="26"/>
    </w:rPr>
  </w:style>
  <w:style w:type="character" w:customStyle="1" w:styleId="Heading2Char">
    <w:name w:val="Heading 2 Char"/>
    <w:link w:val="Heading2"/>
    <w:uiPriority w:val="9"/>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565B3D"/>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587D91"/>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BF0F21"/>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BodyText1">
    <w:name w:val="Body Text1"/>
    <w:basedOn w:val="Normal"/>
    <w:qFormat/>
    <w:rsid w:val="00C547A4"/>
    <w:pPr>
      <w:spacing w:line="240" w:lineRule="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FED450C6156485FAE86D4E56A39A14C"/>
        <w:category>
          <w:name w:val="General"/>
          <w:gallery w:val="placeholder"/>
        </w:category>
        <w:types>
          <w:type w:val="bbPlcHdr"/>
        </w:types>
        <w:behaviors>
          <w:behavior w:val="content"/>
        </w:behaviors>
        <w:guid w:val="{8A5A2EF4-50E3-48BB-AAE1-83DD748D2CA7}"/>
      </w:docPartPr>
      <w:docPartBody>
        <w:p w:rsidR="003537D9" w:rsidRDefault="00DF7732">
          <w:pPr>
            <w:pStyle w:val="AFED450C6156485FAE86D4E56A39A14C"/>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732"/>
    <w:rsid w:val="003537D9"/>
    <w:rsid w:val="00832C53"/>
    <w:rsid w:val="009A33DB"/>
    <w:rsid w:val="00DF7732"/>
    <w:rsid w:val="00FA24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AFED450C6156485FAE86D4E56A39A14C">
    <w:name w:val="AFED450C6156485FAE86D4E56A39A1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0C6992-0438-454E-9D22-D093940FE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0</TotalTime>
  <Pages>6</Pages>
  <Words>1399</Words>
  <Characters>7975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Lab - Design and Implement a VLSM Addressing Scheme</vt:lpstr>
    </vt:vector>
  </TitlesOfParts>
  <Company>Cisco Systems, Inc.</Company>
  <LinksUpToDate>false</LinksUpToDate>
  <CharactersWithSpaces>9356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Design and Implement a VLSM Addressing Scheme</dc:title>
  <dc:creator>SP</dc:creator>
  <dc:description>2019</dc:description>
  <cp:lastModifiedBy>DH</cp:lastModifiedBy>
  <cp:revision>2</cp:revision>
  <dcterms:created xsi:type="dcterms:W3CDTF">2019-11-27T19:48:00Z</dcterms:created>
  <dcterms:modified xsi:type="dcterms:W3CDTF">2019-11-27T19:48:00Z</dcterms:modified>
</cp:coreProperties>
</file>